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Borders>
          <w:top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86"/>
        <w:gridCol w:w="3415"/>
        <w:gridCol w:w="3305"/>
      </w:tblGrid>
      <w:tr w:rsidR="00D35CC3" w:rsidRPr="004C122B" w:rsidTr="00942505">
        <w:tc>
          <w:tcPr>
            <w:tcW w:w="3486" w:type="dxa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624106">
            <w:pPr>
              <w:pStyle w:val="CUSTOMBoldColumnHeading"/>
            </w:pPr>
            <w:bookmarkStart w:id="0" w:name="_GoBack"/>
            <w:bookmarkEnd w:id="0"/>
          </w:p>
        </w:tc>
        <w:tc>
          <w:tcPr>
            <w:tcW w:w="672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AC6484">
            <w:pPr>
              <w:pStyle w:val="CUSTOMBoldColumnHeading"/>
            </w:pPr>
          </w:p>
        </w:tc>
      </w:tr>
      <w:tr w:rsidR="004C122B" w:rsidRP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AC6484">
            <w:pPr>
              <w:pStyle w:val="CUSTOMHeaderText"/>
            </w:pP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AC6484">
            <w:pPr>
              <w:pStyle w:val="CUSTOMHeaderText"/>
            </w:pP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AC6484">
            <w:pPr>
              <w:pStyle w:val="CUSTOMHeaderText"/>
            </w:pPr>
          </w:p>
        </w:tc>
      </w:tr>
      <w:tr w:rsid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AC6484">
            <w:pPr>
              <w:pStyle w:val="CUSTOMHeaderText"/>
            </w:pP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AC6484">
            <w:pPr>
              <w:pStyle w:val="CUSTOMHeaderText"/>
            </w:pP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AC6484">
            <w:pPr>
              <w:pStyle w:val="CUSTOMHeaderText"/>
            </w:pPr>
          </w:p>
        </w:tc>
      </w:tr>
      <w:tr w:rsidR="00094718" w:rsidTr="00AC35E3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094718" w:rsidRDefault="00094718" w:rsidP="00AC6484">
            <w:pPr>
              <w:pStyle w:val="CUSTOMHeaderText"/>
            </w:pPr>
          </w:p>
        </w:tc>
        <w:tc>
          <w:tcPr>
            <w:tcW w:w="672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094718" w:rsidRDefault="00094718" w:rsidP="00AC6484">
            <w:pPr>
              <w:pStyle w:val="CUSTOMHeaderText"/>
            </w:pPr>
          </w:p>
        </w:tc>
      </w:tr>
      <w:tr w:rsidR="00094718" w:rsidTr="000B1B56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094718" w:rsidRDefault="00094718" w:rsidP="00AC6484">
            <w:pPr>
              <w:pStyle w:val="CUSTOMHeaderText"/>
            </w:pPr>
          </w:p>
        </w:tc>
      </w:tr>
      <w:tr w:rsidR="00813362" w:rsidRPr="008C4F7F" w:rsidTr="00942505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096BBB">
            <w:pPr>
              <w:pStyle w:val="CUSTOMBoldColumnHeading"/>
            </w:pPr>
          </w:p>
        </w:tc>
      </w:tr>
      <w:tr w:rsidR="00813362" w:rsidRPr="004C122B" w:rsidTr="00AC6484">
        <w:trPr>
          <w:trHeight w:hRule="exact" w:val="5629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bottom w:w="85" w:type="dxa"/>
            </w:tcMar>
          </w:tcPr>
          <w:p w:rsidR="00813362" w:rsidRPr="008C4F7F" w:rsidRDefault="00AC6484" w:rsidP="00DC01AB">
            <w:pPr>
              <w:pStyle w:val="CUSTOMNormal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8240" behindDoc="0" locked="1" layoutInCell="1" allowOverlap="1">
                      <wp:simplePos x="0" y="0"/>
                      <wp:positionH relativeFrom="page">
                        <wp:posOffset>4507865</wp:posOffset>
                      </wp:positionH>
                      <wp:positionV relativeFrom="page">
                        <wp:posOffset>479425</wp:posOffset>
                      </wp:positionV>
                      <wp:extent cx="2021840" cy="1329055"/>
                      <wp:effectExtent l="0" t="2540" r="0" b="1905"/>
                      <wp:wrapNone/>
                      <wp:docPr id="32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21840" cy="13290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026FB" w:rsidRPr="00F835DA" w:rsidRDefault="002026FB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LEFT</w:t>
                                  </w:r>
                                </w:p>
                                <w:p w:rsidR="002026FB" w:rsidRPr="00F835DA" w:rsidRDefault="002026FB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026FB" w:rsidRPr="00F26EC5" w:rsidRDefault="002026FB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F26EC5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EXTRACRANIAL CAROTID AND VERTEBRAL ARTERY ASSESSMENT</w:t>
                                  </w:r>
                                </w:p>
                                <w:p w:rsidR="002026FB" w:rsidRPr="00F835DA" w:rsidRDefault="002026FB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Internal carotid (ICA)</w:t>
                                  </w:r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>= No significant stenosis</w:t>
                                  </w:r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External carotid (ECA)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>= No significant stenosis</w:t>
                                  </w: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Common carotid (CCA)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>= No significant stenosis</w:t>
                                  </w: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Vertebral artery (VA)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 xml:space="preserve">= </w:t>
                                  </w:r>
                                  <w:r w:rsidRPr="002026FB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Antegrade flow</w:t>
                                  </w:r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" o:spid="_x0000_s1026" type="#_x0000_t202" style="position:absolute;margin-left:354.95pt;margin-top:37.75pt;width:159.2pt;height:104.6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0OwswIAALkFAAAOAAAAZHJzL2Uyb0RvYy54bWysVG1vmzAQ/j5p/8Hyd8pLSAKopGpDmCZ1&#10;L1K7H+CACdbAZrYT6Kb9951NSJNWk6ZtfLAO++7xc3eP7/pmaBt0oFIxwVPsX3kYUV6IkvFdir88&#10;5k6EkdKEl6QRnKb4iSp8s3r75rrvEhqIWjQllQhAuEr6LsW11l3iuqqoaUvUlegoh8NKyJZo+JU7&#10;t5SkB/S2cQPPW7i9kGUnRUGVgt1sPMQri19VtNCfqkpRjZoUAzdtV2nXrVnd1TVJdpJ0NSuONMhf&#10;sGgJ43DpCSojmqC9ZK+gWlZIoUSlrwrRuqKqWEFtDpCN773I5qEmHbW5QHFUdyqT+n+wxcfDZ4lY&#10;meJZgBEnLfTokQ4a3YkBLU15+k4l4PXQgZ8eYBvabFNV3b0ovirExbomfEdvpRR9TUkJ9HwT6Z6F&#10;jjjKgGz7D6KEa8heCws0VLI1tYNqIECHNj2dWmOoFLAZeIEfhXBUwJk/C2JvPrd3kGQK76TS76ho&#10;kTFSLKH3Fp4c7pU2dEgyuZjbuMhZ09j+N/xiAxzHHWoFNEaTBKiAaTwNKdvcH7EXb6JNFDphsNg4&#10;oZdlzm2+Dp1F7i/n2SxbrzP/p2Hhh0nNypJyc+kkND/8s0YeJT9K5CQ1JRpWGjhDScnddt1IdCAg&#10;9Nx+x/KcubmXNGxJIJcXKflB6N0FsZMvoqUT5uHciZde5Hh+fBcvvDAOs/wypXvG6b+nhPoUL2Zz&#10;b9TWb3Pz7Pc6N5K0TMMoaVib4ujkRBKjyA0vbaM1Yc1on5XC0H8uBTR/arTVr5HsKF49bAdAMaLe&#10;ivIJlCwF6Aw0CfMPjFrI7xj1MEtSrL7tiaQYNe85vAYzeCZDTsZ2MggvIDTFGqPRXOtxQO07yXY1&#10;IE/v7RZeTM6slp9ZHN8ZzAebxHGWmQF0/m+9nifu6hcAAAD//wMAUEsDBBQABgAIAAAAIQCex+js&#10;4AAAAAsBAAAPAAAAZHJzL2Rvd25yZXYueG1sTI/BTsMwDIbvSLxDZCRuLKEw6ErTCSHYAU50CHH0&#10;WrcpNE7VZF3h6clOcLPlz78/5+vZ9mKi0XeONVwuFAjiytUdtxretk8XKQgfkGvsHZOGb/KwLk5P&#10;csxqd+BXmsrQihjCPkMNJoQhk9JXhiz6hRuI46xxo8UQ27GV9YiHGG57mSh1Iy12HC8YHOjBUPVV&#10;7m3UeH9RdvPTmA/7jI0vzXbaPH5qfX4239+BCDSHPxiO+nEHiui0c3uuveg13KrVKqKxWC5BHAGV&#10;pFcgdhqS9DoFWeTy/w/FLwAAAP//AwBQSwECLQAUAAYACAAAACEAtoM4kv4AAADhAQAAEwAAAAAA&#10;AAAAAAAAAAAAAAAAW0NvbnRlbnRfVHlwZXNdLnhtbFBLAQItABQABgAIAAAAIQA4/SH/1gAAAJQB&#10;AAALAAAAAAAAAAAAAAAAAC8BAABfcmVscy8ucmVsc1BLAQItABQABgAIAAAAIQCbn0OwswIAALkF&#10;AAAOAAAAAAAAAAAAAAAAAC4CAABkcnMvZTJvRG9jLnhtbFBLAQItABQABgAIAAAAIQCex+js4AAA&#10;AAsBAAAPAAAAAAAAAAAAAAAAAA0FAABkcnMvZG93bnJldi54bWxQSwUGAAAAAAQABADzAAAAGgYA&#10;AAAA&#10;" filled="f" stroked="f" strokeweight=".5pt">
                      <v:textbox style="mso-fit-shape-to-text:t" inset="0,0,0,0">
                        <w:txbxContent>
                          <w:p w:rsidR="002026FB" w:rsidRPr="00F835DA" w:rsidRDefault="002026FB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LEFT</w:t>
                            </w:r>
                          </w:p>
                          <w:p w:rsidR="002026FB" w:rsidRPr="00F835DA" w:rsidRDefault="002026FB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026FB" w:rsidRPr="00F26EC5" w:rsidRDefault="002026FB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F26EC5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EXTRACRANIAL CAROTID AND VERTEBRAL ARTERY ASSESSMENT</w:t>
                            </w:r>
                          </w:p>
                          <w:p w:rsidR="002026FB" w:rsidRPr="00F835DA" w:rsidRDefault="002026FB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Internal carotid (ICA)</w:t>
                            </w:r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>= No significant stenosis</w:t>
                            </w:r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External carotid (ECA)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>= No significant stenosis</w:t>
                            </w: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Common carotid (CCA)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>= No significant stenosis</w:t>
                            </w: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Vertebral artery (VA)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</w:t>
                            </w:r>
                            <w:r w:rsidRPr="002026FB"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Antegrade flow</w:t>
                            </w:r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7216" behindDoc="0" locked="1" layoutInCell="1" allowOverlap="1">
                      <wp:simplePos x="0" y="0"/>
                      <wp:positionH relativeFrom="page">
                        <wp:posOffset>6985</wp:posOffset>
                      </wp:positionH>
                      <wp:positionV relativeFrom="page">
                        <wp:posOffset>479425</wp:posOffset>
                      </wp:positionV>
                      <wp:extent cx="2021840" cy="1329055"/>
                      <wp:effectExtent l="4445" t="2540" r="2540" b="1905"/>
                      <wp:wrapNone/>
                      <wp:docPr id="31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21840" cy="13290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26EC5" w:rsidRPr="00F835DA" w:rsidRDefault="00F26EC5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RIGHT</w:t>
                                  </w:r>
                                </w:p>
                                <w:p w:rsidR="00F26EC5" w:rsidRPr="00F835DA" w:rsidRDefault="00F26EC5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26EC5" w:rsidRPr="00F26EC5" w:rsidRDefault="00F26EC5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F26EC5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EXTRACRANIAL CAROTID AND VERTEBRAL ARTERY ASSESSMENT</w:t>
                                  </w:r>
                                </w:p>
                                <w:p w:rsidR="00F26EC5" w:rsidRPr="00F835DA" w:rsidRDefault="00F26EC5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26EC5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Internal carotid (ICA)</w:t>
                                  </w:r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>= No significant stenosis</w:t>
                                  </w:r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External carotid (ECA)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>= No significant stenosis</w:t>
                                  </w: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Common carotid (CCA)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>= No significant stenosis</w:t>
                                  </w: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Vertebral artery (VA)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 xml:space="preserve">= </w:t>
                                  </w:r>
                                  <w:r w:rsidRPr="002026FB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Antegrade flow</w:t>
                                  </w:r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id="Text Box 6" o:spid="_x0000_s1027" type="#_x0000_t202" style="position:absolute;margin-left:.55pt;margin-top:37.75pt;width:159.2pt;height:104.6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n57tQIAAMAFAAAOAAAAZHJzL2Uyb0RvYy54bWysVG1vmzAQ/j5p/8Hyd8pLCAVUUrUhTJO6&#10;F6ndD3DABGtgM9sJdNP++84mpGmrSdM2PliHfX783N1zd3U9di06UKmY4Bn2LzyMKC9Fxfguw18e&#10;CifGSGnCK9IKTjP8SBW+Xr19czX0KQ1EI9qKSgQgXKVDn+FG6z51XVU2tCPqQvSUw2EtZEc0/Mqd&#10;W0kyAHrXuoHnRe4gZNVLUVKlYDefDvHK4tc1LfWnulZUozbDwE3bVdp1a1Z3dUXSnSR9w8ojDfIX&#10;LDrCODx6gsqJJmgv2SuojpVSKFHri1J0rqhrVlIbA0Tjey+iuW9IT20skBzVn9Kk/h9s+fHwWSJW&#10;ZXjhY8RJBzV6oKNGt2JEkUnP0KsUvO578NMjbEOZbaiqvxPlV4W4WDeE7+iNlGJoKKmAnm9uumdX&#10;JxxlQLbDB1HBM2SvhQUaa9mZ3EE2EKBDmR5PpTFUStgMvMCPQzgq4cxfBIm3XNo3SDpf76XS76jo&#10;kDEyLKH2Fp4c7pQ2dEg6u5jXuChY29r6t/zZBjhOO9QKaLpNUqACpvE0pGxxfyResok3ceiEQbRx&#10;Qi/PnZtiHTpR4V8u80W+Xuf+T8PCD9OGVRXl5tFZaH74Z4U8Sn6SyElqSrSsMnCGkpK77bqV6EBA&#10;6IX9juk5c3Of07ApgVhehOQHoXcbJE4RxZdOWIRLJ7n0Ysfzk9sk8sIkzIvnId0xTv89JDRkOFos&#10;vUlbv43Ns9/r2EjaMQ2jpGVdhuOTE0mNIje8soXWhLWTfZYKQ/8pFVD8udBWv0ayk3j1uB1tp1hx&#10;G21vRfUIgpYC5AbShDEIRiPkd4wGGCkZVt/2RFKM2vccmsLMn9mQs7GdDcJLuJphjdFkrvU0p/a9&#10;ZLsGkOe2u4HGKZiV9BOLY7vBmLCxHEeamUPn/9brafCufgEAAP//AwBQSwMEFAAGAAgAAAAhADbg&#10;zP/eAAAACAEAAA8AAABkcnMvZG93bnJldi54bWxMj0FPwzAMhe9I/IfISNxY2sGglKYTQrADO9Eh&#10;xNFr3KbQJFWTdYVfjznBzU/v+flzsZ5tLyYaQ+edgnSRgCBXe925VsHr7ukiAxEiOo29d6TgiwKs&#10;y9OTAnPtj+6Fpiq2gktcyFGBiXHIpQy1IYth4Qdy7DV+tBhZjq3UIx653PZymSTX0mLn+ILBgR4M&#10;1Z/VwTLG2zaxm+/GvNtnbEJldtPm8UOp87P5/g5EpDn+heEXn3egZKa9PzgdRM865aCCm9UKBNuX&#10;6S0PewXL7CoDWRby/wPlDwAAAP//AwBQSwECLQAUAAYACAAAACEAtoM4kv4AAADhAQAAEwAAAAAA&#10;AAAAAAAAAAAAAAAAW0NvbnRlbnRfVHlwZXNdLnhtbFBLAQItABQABgAIAAAAIQA4/SH/1gAAAJQB&#10;AAALAAAAAAAAAAAAAAAAAC8BAABfcmVscy8ucmVsc1BLAQItABQABgAIAAAAIQDN+n57tQIAAMAF&#10;AAAOAAAAAAAAAAAAAAAAAC4CAABkcnMvZTJvRG9jLnhtbFBLAQItABQABgAIAAAAIQA24Mz/3gAA&#10;AAgBAAAPAAAAAAAAAAAAAAAAAA8FAABkcnMvZG93bnJldi54bWxQSwUGAAAAAAQABADzAAAAGgYA&#10;AAAA&#10;" filled="f" stroked="f" strokeweight=".5pt">
                      <v:textbox style="mso-fit-shape-to-text:t" inset="0,0,0,0">
                        <w:txbxContent>
                          <w:p w:rsidR="00F26EC5" w:rsidRPr="00F835DA" w:rsidRDefault="00F26EC5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RIGHT</w:t>
                            </w:r>
                          </w:p>
                          <w:p w:rsidR="00F26EC5" w:rsidRPr="00F835DA" w:rsidRDefault="00F26EC5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26EC5" w:rsidRPr="00F26EC5" w:rsidRDefault="00F26EC5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F26EC5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EXTRACRANIAL CAROTID AND VERTEBRAL ARTERY ASSESSMENT</w:t>
                            </w:r>
                          </w:p>
                          <w:p w:rsidR="00F26EC5" w:rsidRPr="00F835DA" w:rsidRDefault="00F26EC5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26EC5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Internal carotid (ICA)</w:t>
                            </w:r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>= No significant stenosis</w:t>
                            </w:r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External carotid (ECA)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>= No significant stenosis</w:t>
                            </w: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Common carotid (CCA)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>= No significant stenosis</w:t>
                            </w: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Vertebral artery (VA)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</w:t>
                            </w:r>
                            <w:r w:rsidRPr="002026FB"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Antegrade flow</w:t>
                            </w:r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</w:tr>
      <w:tr w:rsidR="009E0202" w:rsidTr="00AC6484">
        <w:trPr>
          <w:trHeight w:hRule="exact" w:val="4490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9E0202" w:rsidRPr="00FB6C7C" w:rsidRDefault="009E0202" w:rsidP="00DC01AB">
            <w:pPr>
              <w:pStyle w:val="CUSTOMBoldColumnHeading"/>
              <w:spacing w:after="60"/>
              <w:rPr>
                <w:sz w:val="21"/>
                <w:szCs w:val="21"/>
              </w:rPr>
            </w:pPr>
            <w:r w:rsidRPr="00FB6C7C">
              <w:rPr>
                <w:sz w:val="21"/>
                <w:szCs w:val="21"/>
              </w:rPr>
              <w:t>Report:</w:t>
            </w:r>
          </w:p>
          <w:p w:rsidR="00AC6484" w:rsidRPr="00AC6484" w:rsidRDefault="00AC6484" w:rsidP="00DC01AB">
            <w:pPr>
              <w:pStyle w:val="CUSTOMColumnText"/>
              <w:rPr>
                <w:sz w:val="20"/>
                <w:szCs w:val="21"/>
                <w:u w:val="single"/>
              </w:rPr>
            </w:pPr>
            <w:r w:rsidRPr="00AC6484">
              <w:rPr>
                <w:sz w:val="20"/>
                <w:szCs w:val="21"/>
                <w:u w:val="single"/>
              </w:rPr>
              <w:t>Right</w:t>
            </w:r>
          </w:p>
          <w:p w:rsidR="00AC6484" w:rsidRPr="00AC6484" w:rsidRDefault="00AC6484" w:rsidP="00DC01AB">
            <w:pPr>
              <w:pStyle w:val="CUSTOMColumnText"/>
              <w:rPr>
                <w:sz w:val="20"/>
                <w:szCs w:val="21"/>
              </w:rPr>
            </w:pPr>
            <w:r w:rsidRPr="00AC6484">
              <w:rPr>
                <w:sz w:val="20"/>
                <w:szCs w:val="21"/>
              </w:rPr>
              <w:t xml:space="preserve">The Common (CCA), Internal (ICA) and External (ECA) </w:t>
            </w:r>
            <w:r w:rsidR="00EF68DA">
              <w:rPr>
                <w:sz w:val="20"/>
                <w:szCs w:val="21"/>
              </w:rPr>
              <w:t>Carotid</w:t>
            </w:r>
            <w:r w:rsidRPr="00AC6484">
              <w:rPr>
                <w:sz w:val="20"/>
                <w:szCs w:val="21"/>
              </w:rPr>
              <w:t xml:space="preserve"> arteries are patent with no significant stenosis detected.</w:t>
            </w:r>
          </w:p>
          <w:p w:rsidR="00AC6484" w:rsidRPr="00AC6484" w:rsidRDefault="00AC6484" w:rsidP="00DC01AB">
            <w:pPr>
              <w:pStyle w:val="CUSTOMColumnText"/>
              <w:rPr>
                <w:sz w:val="20"/>
                <w:szCs w:val="21"/>
              </w:rPr>
            </w:pPr>
            <w:r w:rsidRPr="00AC6484">
              <w:rPr>
                <w:sz w:val="20"/>
                <w:szCs w:val="21"/>
              </w:rPr>
              <w:t xml:space="preserve">ICA Peak Systolic Velocity = </w:t>
            </w:r>
            <w:r>
              <w:rPr>
                <w:sz w:val="20"/>
                <w:szCs w:val="21"/>
              </w:rPr>
              <w:t>0.54cm/sec</w:t>
            </w:r>
          </w:p>
          <w:p w:rsidR="00AC6484" w:rsidRPr="00AC6484" w:rsidRDefault="00AC6484" w:rsidP="00DC01AB">
            <w:pPr>
              <w:pStyle w:val="CUSTOMColumnText"/>
              <w:rPr>
                <w:sz w:val="20"/>
                <w:szCs w:val="21"/>
              </w:rPr>
            </w:pPr>
            <w:r w:rsidRPr="00AC6484">
              <w:rPr>
                <w:sz w:val="20"/>
                <w:szCs w:val="21"/>
              </w:rPr>
              <w:t>ICA End Diastolic Velocity =</w:t>
            </w:r>
            <w:r>
              <w:rPr>
                <w:sz w:val="20"/>
                <w:szCs w:val="21"/>
              </w:rPr>
              <w:t xml:space="preserve"> 0.22cm/sec</w:t>
            </w:r>
          </w:p>
          <w:p w:rsidR="00AC6484" w:rsidRPr="00AC6484" w:rsidRDefault="00AC6484" w:rsidP="00DC01AB">
            <w:pPr>
              <w:pStyle w:val="CUSTOMColumnText"/>
              <w:rPr>
                <w:sz w:val="20"/>
                <w:szCs w:val="21"/>
              </w:rPr>
            </w:pPr>
            <w:r w:rsidRPr="00AC6484">
              <w:rPr>
                <w:sz w:val="20"/>
                <w:szCs w:val="21"/>
              </w:rPr>
              <w:t>The vertebral artery is patent with antegrade flow detected.</w:t>
            </w:r>
          </w:p>
          <w:p w:rsidR="00AC6484" w:rsidRPr="00AC6484" w:rsidRDefault="00AC6484" w:rsidP="00DC01AB">
            <w:pPr>
              <w:pStyle w:val="CUSTOMColumnText"/>
              <w:rPr>
                <w:sz w:val="20"/>
                <w:szCs w:val="21"/>
              </w:rPr>
            </w:pPr>
          </w:p>
          <w:p w:rsidR="00AC6484" w:rsidRPr="00AC6484" w:rsidRDefault="00AC6484" w:rsidP="00AC6484">
            <w:pPr>
              <w:pStyle w:val="CUSTOMColumnText"/>
              <w:rPr>
                <w:sz w:val="20"/>
                <w:szCs w:val="21"/>
                <w:u w:val="single"/>
              </w:rPr>
            </w:pPr>
            <w:r w:rsidRPr="00AC6484">
              <w:rPr>
                <w:sz w:val="20"/>
                <w:szCs w:val="21"/>
                <w:u w:val="single"/>
              </w:rPr>
              <w:t>Left</w:t>
            </w:r>
          </w:p>
          <w:p w:rsidR="00AC6484" w:rsidRPr="00AC6484" w:rsidRDefault="00AC6484" w:rsidP="00AC6484">
            <w:pPr>
              <w:pStyle w:val="CUSTOMColumnText"/>
              <w:rPr>
                <w:sz w:val="20"/>
                <w:szCs w:val="21"/>
              </w:rPr>
            </w:pPr>
            <w:r w:rsidRPr="00AC6484">
              <w:rPr>
                <w:sz w:val="20"/>
                <w:szCs w:val="21"/>
              </w:rPr>
              <w:t xml:space="preserve">The Common (CCA), Internal (ICA) and External (ECA) </w:t>
            </w:r>
            <w:r w:rsidR="00EF68DA">
              <w:rPr>
                <w:sz w:val="20"/>
                <w:szCs w:val="21"/>
              </w:rPr>
              <w:t>Carotid</w:t>
            </w:r>
            <w:r w:rsidRPr="00AC6484">
              <w:rPr>
                <w:sz w:val="20"/>
                <w:szCs w:val="21"/>
              </w:rPr>
              <w:t xml:space="preserve"> arteries are patent with no significant stenosis detected.</w:t>
            </w:r>
          </w:p>
          <w:p w:rsidR="00AC6484" w:rsidRPr="00AC6484" w:rsidRDefault="00AC6484" w:rsidP="00AC6484">
            <w:pPr>
              <w:pStyle w:val="CUSTOMColumnText"/>
              <w:rPr>
                <w:sz w:val="20"/>
                <w:szCs w:val="21"/>
              </w:rPr>
            </w:pPr>
            <w:r w:rsidRPr="00AC6484">
              <w:rPr>
                <w:sz w:val="20"/>
                <w:szCs w:val="21"/>
              </w:rPr>
              <w:t xml:space="preserve">ICA Peak Systolic Velocity = </w:t>
            </w:r>
            <w:r>
              <w:rPr>
                <w:sz w:val="20"/>
                <w:szCs w:val="21"/>
              </w:rPr>
              <w:t>0.50cm/sec</w:t>
            </w:r>
          </w:p>
          <w:p w:rsidR="00AC6484" w:rsidRPr="00AC6484" w:rsidRDefault="00AC6484" w:rsidP="00AC6484">
            <w:pPr>
              <w:pStyle w:val="CUSTOMColumnText"/>
              <w:rPr>
                <w:sz w:val="20"/>
                <w:szCs w:val="21"/>
              </w:rPr>
            </w:pPr>
            <w:r w:rsidRPr="00AC6484">
              <w:rPr>
                <w:sz w:val="20"/>
                <w:szCs w:val="21"/>
              </w:rPr>
              <w:t>ICA End Diastolic Velocity =</w:t>
            </w:r>
            <w:r>
              <w:rPr>
                <w:sz w:val="20"/>
                <w:szCs w:val="21"/>
              </w:rPr>
              <w:t xml:space="preserve"> 0.20cm/sec</w:t>
            </w:r>
          </w:p>
          <w:p w:rsidR="00AC6484" w:rsidRDefault="00AC6484" w:rsidP="00AC6484">
            <w:pPr>
              <w:pStyle w:val="CUSTOMColumnText"/>
              <w:rPr>
                <w:sz w:val="20"/>
                <w:szCs w:val="21"/>
              </w:rPr>
            </w:pPr>
            <w:r w:rsidRPr="00AC6484">
              <w:rPr>
                <w:sz w:val="20"/>
                <w:szCs w:val="21"/>
              </w:rPr>
              <w:t>The vertebral artery is patent with antegrade flow detected.</w:t>
            </w:r>
          </w:p>
          <w:p w:rsidR="00AC6484" w:rsidRDefault="00AC6484" w:rsidP="00AC6484">
            <w:pPr>
              <w:pStyle w:val="CUSTOMColumnText"/>
              <w:rPr>
                <w:sz w:val="20"/>
                <w:szCs w:val="21"/>
              </w:rPr>
            </w:pPr>
          </w:p>
          <w:p w:rsidR="00AC6484" w:rsidRDefault="00AC6484" w:rsidP="00AC6484">
            <w:pPr>
              <w:pStyle w:val="CUSTOMColumnText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Conclusion</w:t>
            </w:r>
          </w:p>
          <w:p w:rsidR="00AC6484" w:rsidRDefault="00AC6484" w:rsidP="00AC6484">
            <w:pPr>
              <w:pStyle w:val="CUSTOMColumnTex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Patent extracranial carotid arteries with no significant stenosis detected</w:t>
            </w:r>
          </w:p>
          <w:p w:rsidR="00AC6484" w:rsidRPr="00AC6484" w:rsidRDefault="00AC6484" w:rsidP="00AC6484">
            <w:pPr>
              <w:pStyle w:val="CUSTOMColumnTex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Patent vertebral arteries with antegrade flow detected</w:t>
            </w:r>
          </w:p>
        </w:tc>
      </w:tr>
    </w:tbl>
    <w:p w:rsidR="00F97841" w:rsidRDefault="00F97841" w:rsidP="008C4F7F">
      <w:pPr>
        <w:pStyle w:val="CUSTOMNormal"/>
      </w:pPr>
    </w:p>
    <w:sectPr w:rsidR="00F97841" w:rsidSect="00FB6C7C">
      <w:headerReference w:type="default" r:id="rId7"/>
      <w:headerReference w:type="first" r:id="rId8"/>
      <w:footerReference w:type="first" r:id="rId9"/>
      <w:pgSz w:w="11906" w:h="16838" w:code="9"/>
      <w:pgMar w:top="2892" w:right="851" w:bottom="1134" w:left="851" w:header="1276" w:footer="284" w:gutter="0"/>
      <w:pgBorders w:offsetFrom="page">
        <w:top w:val="double" w:sz="4" w:space="20" w:color="000000"/>
        <w:left w:val="double" w:sz="4" w:space="20" w:color="000000"/>
        <w:bottom w:val="double" w:sz="4" w:space="20" w:color="000000"/>
        <w:right w:val="double" w:sz="4" w:space="20" w:color="00000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6484" w:rsidRDefault="00AC6484" w:rsidP="005748E3">
      <w:pPr>
        <w:spacing w:after="0" w:line="240" w:lineRule="auto"/>
      </w:pPr>
      <w:r>
        <w:separator/>
      </w:r>
    </w:p>
  </w:endnote>
  <w:endnote w:type="continuationSeparator" w:id="0">
    <w:p w:rsidR="00AC6484" w:rsidRDefault="00AC6484" w:rsidP="00574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8E3" w:rsidRDefault="00AC6484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3120" behindDoc="0" locked="0" layoutInCell="1" allowOverlap="1">
              <wp:simplePos x="0" y="0"/>
              <wp:positionH relativeFrom="column">
                <wp:posOffset>553720</wp:posOffset>
              </wp:positionH>
              <wp:positionV relativeFrom="paragraph">
                <wp:posOffset>-3642360</wp:posOffset>
              </wp:positionV>
              <wp:extent cx="348615" cy="153035"/>
              <wp:effectExtent l="8255" t="11430" r="5080" b="6985"/>
              <wp:wrapNone/>
              <wp:docPr id="20" name="Freeform 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48615" cy="153035"/>
                      </a:xfrm>
                      <a:custGeom>
                        <a:avLst/>
                        <a:gdLst>
                          <a:gd name="T0" fmla="*/ 0 w 549"/>
                          <a:gd name="T1" fmla="*/ 241 h 241"/>
                          <a:gd name="T2" fmla="*/ 0 w 549"/>
                          <a:gd name="T3" fmla="*/ 31 h 241"/>
                          <a:gd name="T4" fmla="*/ 250 w 549"/>
                          <a:gd name="T5" fmla="*/ 106 h 241"/>
                          <a:gd name="T6" fmla="*/ 549 w 549"/>
                          <a:gd name="T7" fmla="*/ 14 h 241"/>
                          <a:gd name="T8" fmla="*/ 549 w 549"/>
                          <a:gd name="T9" fmla="*/ 241 h 241"/>
                          <a:gd name="T10" fmla="*/ 0 w 549"/>
                          <a:gd name="T11" fmla="*/ 241 h 241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</a:cxnLst>
                        <a:rect l="0" t="0" r="r" b="b"/>
                        <a:pathLst>
                          <a:path w="549" h="241">
                            <a:moveTo>
                              <a:pt x="0" y="241"/>
                            </a:moveTo>
                            <a:lnTo>
                              <a:pt x="0" y="31"/>
                            </a:lnTo>
                            <a:cubicBezTo>
                              <a:pt x="42" y="8"/>
                              <a:pt x="159" y="109"/>
                              <a:pt x="250" y="106"/>
                            </a:cubicBezTo>
                            <a:cubicBezTo>
                              <a:pt x="341" y="103"/>
                              <a:pt x="487" y="0"/>
                              <a:pt x="549" y="14"/>
                            </a:cubicBezTo>
                            <a:lnTo>
                              <a:pt x="549" y="241"/>
                            </a:lnTo>
                            <a:lnTo>
                              <a:pt x="0" y="241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198398E7" id="Freeform 82" o:spid="_x0000_s1026" style="position:absolute;margin-left:43.6pt;margin-top:-286.8pt;width:27.45pt;height:12.0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49,2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DvpSwMAAMIIAAAOAAAAZHJzL2Uyb0RvYy54bWysVm1v0zAQ/o7Ef7D8EYnlvWurZRMMhpAG&#10;TFr5Aa7jNBFOHGy36fbruXOSNt3aMSH2IXN8Tx7fPee768XVtpJkI7QpVZ3S4MynRNRcZWW9SunP&#10;xc37KSXGsjpjUtUipQ/C0KvLt28u2mYuQlUomQlNgKQ287ZJaWFtM/c8wwtRMXOmGlGDMVe6YhZe&#10;9crLNGuBvZJe6PsTr1U6a7TiwhjY/dQZ6aXjz3PB7Y88N8ISmVLwzbqnds8lPr3LCzZfadYUJe/d&#10;YP/gRcXKGg7dUX1ilpG1Lp9RVSXXyqjcnnFVeSrPSy5cDBBN4D+J5r5gjXCxgDim2clk/h8t/765&#10;06TMUhqCPDWrIEc3WghUnExD1KdtzBxg982dxghNc6v4LwMG78CCLwYwZNl+UxnQsLVVTpNtriv8&#10;EqIlWyf9w056sbWEw2YUTydBQgkHU5BEfpTg0R6bDx/ztbFfhHJEbHNrbJe5DFZO96x3fgFh5JWE&#10;JL7ziE9aksSzPss7SDCChHFACgLPp6BwBDrBE40g0QmaeIQJkxNEEPjO58CfHHdoMgJBUMdDOx+B&#10;gvg4EZTk7rSTRLMR6KRGwWvEPqk2ZHc15I8VQ0r5tu5zCivCsI/47ho1yuD1wQTDJVm4hAEFoPAC&#10;nABDFhEc9bfpZTDkCsHD1XsZDOlA8PmrmEFyBLub+FefUVVEBwchdp/10mhobE9bmqYEWtqyu8cN&#10;s6goKoNL0qYUC4EUUOhw13G/UhuxUA5h93XZVwKctrfL+jkuGpwbjHy9LPlH8TiGxp38094nd0yQ&#10;gBsQXuD3ddm4baiNfnsyKHpAeIw+gkg6KpdfCNVRxVOoAjih7+7dposej42P0g9RHIL3Ygz24X+H&#10;61x+juJSGdH1L1TfNbJdRjCRo2ZmlCyzm1JKzITRq+W11GTDcF65v97dA5isMaGzJExcJg9sr6TQ&#10;al1nrocWgmWf+7VlpezW4KWEwnI9Htt6NweWKnuAFq9VN0hh8MOiUPqRkhaGaErN7zXTghL5tYYp&#10;NQviGDSy7iVOznHG6LFlObawmgNVSi2Fssflte0m9brR5aqAk7qLW6sPMFryEkeA86/zqn+BQen0&#10;7oc6TuLxu0Ptf3pc/gEAAP//AwBQSwMEFAAGAAgAAAAhAE0TtzrgAAAADAEAAA8AAABkcnMvZG93&#10;bnJldi54bWxMj8FOwzAMhu9IvENkJG5b2tJtpTSdEBJCSFwoXLhliWkKjVOabO3envQER9uffn9/&#10;tZ9tz044+s6RgHSdAENSTnfUCnh/e1wVwHyQpGXvCAWc0cO+vryoZKndRK94akLLYgj5UgowIQwl&#10;514ZtNKv3YAUb59utDLEcWy5HuUUw23PsyTZcis7ih+MHPDBoPpujlZAkz1NH7YYm2dSiUm/8pfz&#10;j1ZCXF/N93fAAs7hD4ZFP6pDHZ0O7kjas15AscsiKWC12d1sgS1EnqXADssqv90Aryv+v0T9CwAA&#10;//8DAFBLAQItABQABgAIAAAAIQC2gziS/gAAAOEBAAATAAAAAAAAAAAAAAAAAAAAAABbQ29udGVu&#10;dF9UeXBlc10ueG1sUEsBAi0AFAAGAAgAAAAhADj9If/WAAAAlAEAAAsAAAAAAAAAAAAAAAAALwEA&#10;AF9yZWxzLy5yZWxzUEsBAi0AFAAGAAgAAAAhAAqsO+lLAwAAwggAAA4AAAAAAAAAAAAAAAAALgIA&#10;AGRycy9lMm9Eb2MueG1sUEsBAi0AFAAGAAgAAAAhAE0TtzrgAAAADAEAAA8AAAAAAAAAAAAAAAAA&#10;pQUAAGRycy9kb3ducmV2LnhtbFBLBQYAAAAABAAEAPMAAACyBgAAAAA=&#10;" path="m,241l,31c42,8,159,109,250,106,341,103,487,,549,14r,227l,241xe" fillcolor="black">
              <v:path arrowok="t" o:connecttype="custom" o:connectlocs="0,153035;0,19685;158750,67310;348615,8890;348615,153035;0,153035" o:connectangles="0,0,0,0,0,0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column">
                <wp:posOffset>3705860</wp:posOffset>
              </wp:positionH>
              <wp:positionV relativeFrom="paragraph">
                <wp:posOffset>-3759200</wp:posOffset>
              </wp:positionV>
              <wp:extent cx="635" cy="323850"/>
              <wp:effectExtent l="8255" t="8255" r="10795" b="10160"/>
              <wp:wrapNone/>
              <wp:docPr id="19" name="AutoShape 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rot="-5400000">
                        <a:off x="0" y="0"/>
                        <a:ext cx="635" cy="32385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B050"/>
                        </a:solidFill>
                        <a:prstDash val="dash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26034B0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7" o:spid="_x0000_s1026" type="#_x0000_t32" style="position:absolute;margin-left:291.8pt;margin-top:-296pt;width:.05pt;height:25.5pt;rotation:-90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jbENgIAAGYEAAAOAAAAZHJzL2Uyb0RvYy54bWysVE2P2jAQvVfqf7ByhyQQviJgtU2gl22L&#10;tNsfYGyHWE08lu0loKr/vWMH6NJeqqoczNieefNm5jnLh1PbkKMwVoJaRekwiYhQDLhUh1X09WU7&#10;mEfEOqo4bUCJVXQWNnpYv3+37HQuRlBDw4UhCKJs3ulVVDun8zi2rBYttUPQQuFlBaalDrfmEHND&#10;O0Rvm3iUJNO4A8O1ASasxdOyv4zWAb+qBHNfqsoKR5pVhNxcWE1Y936N10uaHwzVtWQXGvQfWLRU&#10;Kkx6gyqpo+TVyD+gWskMWKjckEEbQ1VJJkINWE2a/FbNc021CLVgc6y+tcn+P1j2+bgzRHKc3SIi&#10;irY4o8dXByE1mc18gzptc/Qr1M74EtlJPesnYN8sUVDUVB1E8H45awxOfUR8F+I3VmOaffcJOPpQ&#10;TBC6dapMSwzgVAaTLPG/cIxtIacwo/NtRuLkCMPD6XgSEYbn49F4PgkDjGnugTw3baz7KKAl3lhF&#10;1hkqD7UrQCmUApg04NPjk3We5q8AH6xgK5smKKJRpMNaRrMLIwuN5P7W+1lz2BeNIUfqRZV8SG40&#10;7tw8hZLauvfjaPVqM/CqeMhSC8o3F9tR2fQ2smqUz4MlI8+L1avp+yJZbOabeTbIRtPNIEvKcvC4&#10;LbLBdJvOJuW4LIoy/eGLTLO8lpwL5VlflZ1mf6ecyxvrNXnT9q0/8T16aCSSvf4H0kECfuq9fvbA&#10;zztzlQaKOThfHp5/LW/3aL/9PKx/AgAA//8DAFBLAwQUAAYACAAAACEAD/+6ROAAAAANAQAADwAA&#10;AGRycy9kb3ducmV2LnhtbEyPwUrDQBCG74LvsIzgRdpNCxvamE0RRSg9FFoVr9vsmA1mZ0N2m8a3&#10;d8SDHuefn2++KTeT78SIQ2wDaVjMMxBIdbAtNRpeX55nKxAxGbKmC4QavjDCprq+Kk1hw4UOOB5T&#10;IxhCsTAaXEp9IWWsHXoT56FH4t1HGLxJPA6NtIO5MNx3cpllufSmJb7gTI+PDuvP49lrUAv55HZq&#10;XOP+7m2H2/Z9uz+Q1rc308M9iIRT+ivDjz6rQ8VOp3AmG0XHDLVaclXDTOV5DoIrebbm6PQbKZBV&#10;Kf9/UX0DAAD//wMAUEsBAi0AFAAGAAgAAAAhALaDOJL+AAAA4QEAABMAAAAAAAAAAAAAAAAAAAAA&#10;AFtDb250ZW50X1R5cGVzXS54bWxQSwECLQAUAAYACAAAACEAOP0h/9YAAACUAQAACwAAAAAAAAAA&#10;AAAAAAAvAQAAX3JlbHMvLnJlbHNQSwECLQAUAAYACAAAACEAXi42xDYCAABmBAAADgAAAAAAAAAA&#10;AAAAAAAuAgAAZHJzL2Uyb0RvYy54bWxQSwECLQAUAAYACAAAACEAD/+6ROAAAAANAQAADwAAAAAA&#10;AAAAAAAAAACQBAAAZHJzL2Rvd25yZXYueG1sUEsFBgAAAAAEAAQA8wAAAJ0FAAAAAA==&#10;" strokecolor="#00b050" strokeweight="1pt">
              <v:stroke dashstyle="dash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column">
                <wp:posOffset>3705860</wp:posOffset>
              </wp:positionH>
              <wp:positionV relativeFrom="paragraph">
                <wp:posOffset>-3808730</wp:posOffset>
              </wp:positionV>
              <wp:extent cx="635" cy="323850"/>
              <wp:effectExtent l="8255" t="6350" r="10795" b="12065"/>
              <wp:wrapNone/>
              <wp:docPr id="18" name="AutoShape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rot="-5400000">
                        <a:off x="0" y="0"/>
                        <a:ext cx="635" cy="32385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B050"/>
                        </a:solidFill>
                        <a:prstDash val="dash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6FC577AF" id="AutoShape 37" o:spid="_x0000_s1026" type="#_x0000_t32" style="position:absolute;margin-left:291.8pt;margin-top:-299.9pt;width:.05pt;height:25.5pt;rotation:-90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7ImNgIAAGYEAAAOAAAAZHJzL2Uyb0RvYy54bWysVE2P2jAQvVfqf7ByhyQQPjYCVtsEetm2&#10;SLv9AcZ2iNXEY9mGgKr+944doEt7qapyMGN75s2bmecsHk9tQ47CWAlqGaXDJCJCMeBS7ZfR19fN&#10;YB4R66jitAElltFZ2Ohx9f7dotO5GEENDReGIIiyeaeXUe2czuPYslq01A5BC4WXFZiWOtyafcwN&#10;7RC9beJRkkzjDgzXBpiwFk/L/jJaBfyqEsx9qSorHGmWEXJzYTVh3fk1Xi1ovjdU15JdaNB/YNFS&#10;qTDpDaqkjpKDkX9AtZIZsFC5IYM2hqqSTIQasJo0+a2al5pqEWrB5lh9a5P9f7Ds83FriOQ4O5yU&#10;oi3O6OngIKQm45lvUKdtjn6F2hpfIjupF/0M7JslCoqaqr0I3q9njcGpj4jvQvzGakyz6z4BRx+K&#10;CUK3TpVpiQGcymCSJf4XjrEt5BRmdL7NSJwcYXg4HU8iwvB8PBrPJ2GAMc09kOemjXUfBbTEG8vI&#10;OkPlvnYFKIVSAJMGfHp8ts7T/BXggxVsZNMERTSKdFjLaHZhZKGR3N96P2v2u6Ix5Ei9qJIPyY3G&#10;nZunUFJb934crV5tBg6Khyy1oHx9sR2VTW8jq0b5PFgy8rxYvZq+PyQP6/l6ng2y0XQ9yJKyHDxt&#10;imww3aSzSTkui6JMf/gi0yyvJedCedZXZafZ3ynn8sZ6Td60fetPfI8eGolkr/+BdJCAn3qvnx3w&#10;89ZcpYFiDs6Xh+dfy9s92m8/D6ufAAAA//8DAFBLAwQUAAYACAAAACEAnnlEfuIAAAANAQAADwAA&#10;AGRycy9kb3ducmV2LnhtbEyPTUvDQBCG74L/YRnBi7Sb1qYfMZsiilB6KLRavG6zYzaYnQ3ZbRr/&#10;vSMe9DjvvDzzTL4eXCN67ELtScFknIBAKr2pqVLw9voyWoIIUZPRjSdU8IUB1sX1Va4z4y+0x/4Q&#10;K8EQCplWYGNsMylDadHpMPYtEu8+fOd05LGrpOn0heGukdMkmUuna+ILVrf4ZLH8PJydgnQin+02&#10;7Ve4uztucVO/b3Z7Uur2Znh8ABFxiH9l+NFndSjY6eTPZIJomJEup1xVMEoXsxkIrsyTFUen3+ge&#10;ZJHL/18U3wAAAP//AwBQSwECLQAUAAYACAAAACEAtoM4kv4AAADhAQAAEwAAAAAAAAAAAAAAAAAA&#10;AAAAW0NvbnRlbnRfVHlwZXNdLnhtbFBLAQItABQABgAIAAAAIQA4/SH/1gAAAJQBAAALAAAAAAAA&#10;AAAAAAAAAC8BAABfcmVscy8ucmVsc1BLAQItABQABgAIAAAAIQB8e7ImNgIAAGYEAAAOAAAAAAAA&#10;AAAAAAAAAC4CAABkcnMvZTJvRG9jLnhtbFBLAQItABQABgAIAAAAIQCeeUR+4gAAAA0BAAAPAAAA&#10;AAAAAAAAAAAAAJAEAABkcnMvZG93bnJldi54bWxQSwUGAAAAAAQABADzAAAAnwUAAAAA&#10;" strokecolor="#00b050" strokeweight="1pt">
              <v:stroke dashstyle="dash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4850130</wp:posOffset>
              </wp:positionH>
              <wp:positionV relativeFrom="paragraph">
                <wp:posOffset>-3656965</wp:posOffset>
              </wp:positionV>
              <wp:extent cx="250825" cy="116840"/>
              <wp:effectExtent l="8890" t="6350" r="6985" b="10160"/>
              <wp:wrapNone/>
              <wp:docPr id="17" name="AutoShape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250825" cy="116840"/>
                      </a:xfrm>
                      <a:prstGeom prst="curvedConnector3">
                        <a:avLst>
                          <a:gd name="adj1" fmla="val 49875"/>
                        </a:avLst>
                      </a:prstGeom>
                      <a:noFill/>
                      <a:ln w="12700">
                        <a:solidFill>
                          <a:srgbClr val="5F5F5F"/>
                        </a:solidFill>
                        <a:prstDash val="sysDot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3FBB5E53" id="_x0000_t38" coordsize="21600,21600" o:spt="38" o:oned="t" path="m,c@0,0@1,5400@1,10800@1,16200@2,21600,21600,21600e" filled="f">
              <v:formulas>
                <v:f eqn="mid #0 0"/>
                <v:f eqn="val #0"/>
                <v:f eqn="mid #0 2160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AutoShape 44" o:spid="_x0000_s1026" type="#_x0000_t38" style="position:absolute;margin-left:381.9pt;margin-top:-287.95pt;width:19.75pt;height:9.2pt;flip:y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rinUQIAAJEEAAAOAAAAZHJzL2Uyb0RvYy54bWysVMuO2yAU3VfqPyD2ie2M8xgrzmhkJ91M&#10;20gz7Z4AjmkxICBxoqr/3gtxopl2U1WVJQzm3HNf53r5cOokOnLrhFYlzsYpRlxRzYTal/jLy2a0&#10;wMh5ohiRWvESn7nDD6v375a9KfhEt1oybhGQKFf0psSt96ZIEkdb3hE31oYruGy07YiHo90nzJIe&#10;2DuZTNJ0lvTaMmM15c7B1/pyiVeRv2k49Z+bxnGPZIkhNh9XG9ddWJPVkhR7S0wr6BAG+YcoOiIU&#10;OL1R1cQTdLDiD6pOUKudbvyY6i7RTSMojzlANln6WzbPLTE85gLFceZWJvf/aOmn49YiwaB3c4wU&#10;6aBHjwevo2uU56FAvXEF4Cq1tSFFelLP5knT7w4pXbVE7XlEv5wNGGfBInljEg7OgJtd/1EzwBBw&#10;EKt1amyHGinM12AYyKEi6BTbc761h588ovBxMk0XkylGFK6ybLbIY/sSUgSaYGys8x+47lDYlJge&#10;7JGzSisFMtD2LjogxyfnY6fYkC5h3zKMmk5C449Eovx+MZ/GLEgxoMHHlTuYKr0RUkbpSIV6iGYy&#10;T9NI77QULNwGnLP7XSUtAtYSTzfhGXjfwAJ1TVx7wbmzq7UPOFJYfVAs7lpO2HrYeyLkZQ9xSRWA&#10;UKIhrVCsKLwf9+n9erFe5KN8MluP8rSuR4+bKh/NNtl8Wt/VVVVnP0PQWV60gjGuQtzXIcjyvxPZ&#10;MI4X+d7G4Fah5C07SCMGe33HoKNagkAuUttpdt7aq4pA9xE8zGgYrNdn2L/+k6x+AQAA//8DAFBL&#10;AwQUAAYACAAAACEAODSj3dwAAAANAQAADwAAAGRycy9kb3ducmV2LnhtbEyPy07DMBBF90j8gzVI&#10;7NpJMG1KiFMhJNjTx96NhyRKPI5iNwl/j7uC5X3ozpliv9heTDT61rGCdJ2AIK6cablWcDp+rHYg&#10;fNBsdO+YFPyQh315f1fo3LiZv2g6hFrEEfa5VtCEMOSIvmrIar92A3HMvt1odYhyrNGMeo7jtsen&#10;JNmi1S3HC40e6L2hqjtcrYLPqSPZdifE5yxtsxrPck7PSj0+LG+vIAIt4a8MN/yIDmVkurgrGy96&#10;BdlWRvSgYLXJNi8gYmWXSAnicrOiB1gW+P+L8hcAAP//AwBQSwECLQAUAAYACAAAACEAtoM4kv4A&#10;AADhAQAAEwAAAAAAAAAAAAAAAAAAAAAAW0NvbnRlbnRfVHlwZXNdLnhtbFBLAQItABQABgAIAAAA&#10;IQA4/SH/1gAAAJQBAAALAAAAAAAAAAAAAAAAAC8BAABfcmVscy8ucmVsc1BLAQItABQABgAIAAAA&#10;IQAWUrinUQIAAJEEAAAOAAAAAAAAAAAAAAAAAC4CAABkcnMvZTJvRG9jLnhtbFBLAQItABQABgAI&#10;AAAAIQA4NKPd3AAAAA0BAAAPAAAAAAAAAAAAAAAAAKsEAABkcnMvZG93bnJldi54bWxQSwUGAAAA&#10;AAQABADzAAAAtAUAAAAA&#10;" adj="10773" strokecolor="#5f5f5f" strokeweight="1pt">
              <v:stroke dashstyle="1 1"/>
            </v:shape>
          </w:pict>
        </mc:Fallback>
      </mc:AlternateContent>
    </w: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4144" behindDoc="1" locked="0" layoutInCell="1" allowOverlap="1">
              <wp:simplePos x="0" y="0"/>
              <wp:positionH relativeFrom="column">
                <wp:posOffset>553720</wp:posOffset>
              </wp:positionH>
              <wp:positionV relativeFrom="paragraph">
                <wp:posOffset>-3723640</wp:posOffset>
              </wp:positionV>
              <wp:extent cx="5325745" cy="274955"/>
              <wp:effectExtent l="8255" t="6350" r="0" b="4445"/>
              <wp:wrapNone/>
              <wp:docPr id="1" name="Group 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325745" cy="274955"/>
                        <a:chOff x="1093" y="10240"/>
                        <a:chExt cx="8387" cy="433"/>
                      </a:xfrm>
                    </wpg:grpSpPr>
                    <wpg:grpSp>
                      <wpg:cNvPr id="3" name="Group 74"/>
                      <wpg:cNvGrpSpPr>
                        <a:grpSpLocks/>
                      </wpg:cNvGrpSpPr>
                      <wpg:grpSpPr bwMode="auto">
                        <a:xfrm>
                          <a:off x="1093" y="10240"/>
                          <a:ext cx="4480" cy="433"/>
                          <a:chOff x="1093" y="10240"/>
                          <a:chExt cx="4480" cy="433"/>
                        </a:xfrm>
                      </wpg:grpSpPr>
                      <wpg:grpSp>
                        <wpg:cNvPr id="4" name="Group 60"/>
                        <wpg:cNvGrpSpPr>
                          <a:grpSpLocks/>
                        </wpg:cNvGrpSpPr>
                        <wpg:grpSpPr bwMode="auto">
                          <a:xfrm>
                            <a:off x="1093" y="10240"/>
                            <a:ext cx="1671" cy="433"/>
                            <a:chOff x="1088" y="10239"/>
                            <a:chExt cx="1671" cy="433"/>
                          </a:xfrm>
                        </wpg:grpSpPr>
                        <wps:wsp>
                          <wps:cNvPr id="5" name="Rectangle 29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8" y="10239"/>
                              <a:ext cx="549" cy="36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Text Box 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61" y="10303"/>
                              <a:ext cx="998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677DC" w:rsidRDefault="004677D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4451">
                                  <w:rPr>
                                    <w:sz w:val="12"/>
                                    <w:szCs w:val="12"/>
                                  </w:rPr>
                                  <w:t xml:space="preserve">Black </w:t>
                                </w:r>
                                <w:r w:rsidR="00244F78">
                                  <w:rPr>
                                    <w:sz w:val="12"/>
                                    <w:szCs w:val="12"/>
                                  </w:rPr>
                                  <w:t xml:space="preserve">material </w:t>
                                </w:r>
                                <w:r w:rsidR="00244F78">
                                  <w:rPr>
                                    <w:sz w:val="12"/>
                                    <w:szCs w:val="12"/>
                                  </w:rPr>
                                  <w:br/>
                                  <w:t>= Plaque volume</w:t>
                                </w:r>
                              </w:p>
                              <w:p w:rsidR="00244F78" w:rsidRPr="00734451" w:rsidRDefault="00244F78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64"/>
                        <wpg:cNvGrpSpPr>
                          <a:grpSpLocks/>
                        </wpg:cNvGrpSpPr>
                        <wpg:grpSpPr bwMode="auto">
                          <a:xfrm>
                            <a:off x="3002" y="10240"/>
                            <a:ext cx="2571" cy="433"/>
                            <a:chOff x="3002" y="10240"/>
                            <a:chExt cx="2571" cy="433"/>
                          </a:xfrm>
                        </wpg:grpSpPr>
                        <wps:wsp>
                          <wps:cNvPr id="8" name="Rectangle 62"/>
                          <wps:cNvSpPr>
                            <a:spLocks noChangeArrowheads="1"/>
                          </wps:cNvSpPr>
                          <wps:spPr bwMode="auto">
                            <a:xfrm>
                              <a:off x="3002" y="10240"/>
                              <a:ext cx="549" cy="369"/>
                            </a:xfrm>
                            <a:prstGeom prst="rect">
                              <a:avLst/>
                            </a:prstGeom>
                            <a:solidFill>
                              <a:srgbClr val="B2B2B2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Text Box 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75" y="10304"/>
                              <a:ext cx="1898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4F78" w:rsidRDefault="00244F78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Medium grey fill throughout</w:t>
                                </w:r>
                              </w:p>
                              <w:p w:rsidR="00244F78" w:rsidRDefault="00244F78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= Not imaged/Acoustic shadowing</w:t>
                                </w:r>
                              </w:p>
                              <w:p w:rsidR="00244F78" w:rsidRPr="00734451" w:rsidRDefault="00244F78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grpSp>
                    <wpg:grpSp>
                      <wpg:cNvPr id="10" name="Group 75"/>
                      <wpg:cNvGrpSpPr>
                        <a:grpSpLocks/>
                      </wpg:cNvGrpSpPr>
                      <wpg:grpSpPr bwMode="auto">
                        <a:xfrm>
                          <a:off x="5785" y="10240"/>
                          <a:ext cx="3695" cy="433"/>
                          <a:chOff x="5785" y="10240"/>
                          <a:chExt cx="3695" cy="433"/>
                        </a:xfrm>
                      </wpg:grpSpPr>
                      <wpg:grpSp>
                        <wpg:cNvPr id="11" name="Group 70"/>
                        <wpg:cNvGrpSpPr>
                          <a:grpSpLocks/>
                        </wpg:cNvGrpSpPr>
                        <wpg:grpSpPr bwMode="auto">
                          <a:xfrm>
                            <a:off x="5785" y="10240"/>
                            <a:ext cx="1700" cy="433"/>
                            <a:chOff x="5785" y="10240"/>
                            <a:chExt cx="1700" cy="433"/>
                          </a:xfrm>
                        </wpg:grpSpPr>
                        <wps:wsp>
                          <wps:cNvPr id="12" name="Rectangle 66"/>
                          <wps:cNvSpPr>
                            <a:spLocks noChangeArrowheads="1"/>
                          </wps:cNvSpPr>
                          <wps:spPr bwMode="auto">
                            <a:xfrm>
                              <a:off x="5785" y="10240"/>
                              <a:ext cx="549" cy="36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B2B2B2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Text Box 6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458" y="10304"/>
                              <a:ext cx="1027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7694C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Dashed green line</w:t>
                                </w:r>
                              </w:p>
                              <w:p w:rsidR="0027694C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= Stent</w:t>
                                </w:r>
                              </w:p>
                              <w:p w:rsidR="0027694C" w:rsidRPr="00734451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71"/>
                        <wpg:cNvGrpSpPr>
                          <a:grpSpLocks/>
                        </wpg:cNvGrpSpPr>
                        <wpg:grpSpPr bwMode="auto">
                          <a:xfrm>
                            <a:off x="7780" y="10240"/>
                            <a:ext cx="1700" cy="433"/>
                            <a:chOff x="5785" y="10240"/>
                            <a:chExt cx="1700" cy="433"/>
                          </a:xfrm>
                        </wpg:grpSpPr>
                        <wps:wsp>
                          <wps:cNvPr id="15" name="Rectangle 72"/>
                          <wps:cNvSpPr>
                            <a:spLocks noChangeArrowheads="1"/>
                          </wps:cNvSpPr>
                          <wps:spPr bwMode="auto">
                            <a:xfrm>
                              <a:off x="5785" y="10240"/>
                              <a:ext cx="549" cy="36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B2B2B2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Text Box 7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458" y="10304"/>
                              <a:ext cx="1027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7694C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Dotted grey line</w:t>
                                </w:r>
                              </w:p>
                              <w:p w:rsidR="0027694C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= Outline of patch</w:t>
                                </w:r>
                              </w:p>
                              <w:p w:rsidR="0027694C" w:rsidRPr="00734451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id="Group 76" o:spid="_x0000_s1030" style="position:absolute;margin-left:43.6pt;margin-top:-293.2pt;width:419.35pt;height:21.65pt;z-index:-251662336" coordorigin="1093,10240" coordsize="8387,4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sByjAUAABwnAAAOAAAAZHJzL2Uyb0RvYy54bWzsWutu2zYU/j9g70Dov2Pdb4hTJHYcDOi2&#10;Yu0egJZkS5gkapQSOyv27jskRcq25DZO42QtnAA2ZYrUOR/P5eOhLt9tihw9JLTOSDnRjAtdQ0kZ&#10;kTgrVxPtz0/zka+husFljHNSJhPtMam1d1c//3S5rsLEJCnJ44QimKSsw3U10dKmqcLxuI7SpMD1&#10;BamSEjqXhBa4gUu6GscUr2H2Ih+buu6O14TGFSVRUtfw60x0ald8/uUyiZrfl8s6aVA+0UC2hn9S&#10;/rlgn+OrSxyuKK7SLGrFwM+QosBZCQ9VU81wg9E9zXpTFVlESU2WzUVEijFZLrMo4TqANoa+p80d&#10;JfcV12UVrleVggmg3cPp2dNGvz18oCiLYe00VOIClog/FXkuw2ZdrUK45Y5WH6sPVCgIzfck+quG&#10;7vF+P7teiZvRYv0riWE+fN8Qjs1mSQs2BWiNNnwJHtUSJJsGRfCjY5mOZzsaiqDP9OzAccQaRSks&#10;JBtm6IGlIeg1dNNuFzBKb9vxvuV7YrBtWWzkGIfiuVzWVjahGL9QOrYwmHsw2KeGYUgfiYZt+2C0&#10;DIpWGxw+EYfeyGNxAIy3zcHlSO8vN7P3lzKHL+FguB6Y5yEcfIgxwh6sQBqLtIfeyIM4QPypOxer&#10;v83FPqa4Srjn1sx/WtuyJaZ/QFzC5SpPkMklXlf8NuljtXAwVJJpCrcl15SSdZrgGKQyuFHvDGAX&#10;NbjnVz3O0PtQSVNz7EAgbLlcJIUTDitaN3cJKRBrTDQKwnN/xg/v60a4mLyFuXdJ5lmew+84zEu0&#10;nmiu5eh8QE3yLGadrK+mq8U0p+gBs9DM/1p/3bmtyBpIEHlWTDRf3YRDhsZtGfOnNDjLRRuEzks2&#10;OWgFsrUtEYg/B3pw69/69sg23duRrc9mo+v51B65c8NzZtZsOp0Z/zI5DTtMszhOSiaqTAqG/TSL&#10;aNOTCOcqLeyotKP5nP/1NR/visEDGWglv7l2ENLEyrMgVocLEj+CFVAishxkZWikhP6joTVkuIlW&#10;/32PaaKh/JcSLCkwbIifqOEXtuOZcEG3exbbPbiMYKqJ1mhINKeNSKP3Fc1WKTzJ4GtckmuI98uM&#10;G0YnFc8V3MWErCf3NVf62idm4Tdkg6w2hClXQ80GfpeCn8zpPBdiF49Pls5TEjdPnu2CAEIXC2sv&#10;63TM7pUXdj7B6ZBw2R/aQwS+nH19DgwgCTdmMJq7vjey57YzCjzdH+lGcBO4uh3Ys/mu07/PyuTb&#10;nf61456KWUx8GSTk91CwaDaLDed9Jos9naM+OXyo0KHCBjREyIDGC4aLjrgJrjZI24D07dCVk9M2&#10;S9eBKgraIWmozKVAYQ/SlaFxHX3tjVRpuEOB8XC2XicPoRCbBKYdXXGVtQCrOTVdGYJKQvxydOVw&#10;ar4x2X8/Nb8Zrznne7bHH+bWwF6Fsap87/JkyzyltdXXyfeW68H2tc33PAx1+d7wzwlfVkoO+93R&#10;lPic8FmZ4yu7A5XwlVscuV94k4Tfpb0vJH8DRNvO/uCAnNOcrnbleL50clWEkqkJuHxbv+oXbYbG&#10;ddm/N/Jg9m+rbAKTrsBg7BfxTl61GVJIAmF4OizMcNVmaFwHRG/kQSBegQYZqiS4xYPa6qjKLWzL&#10;daod5BBWEuOX40Fqw/hm9IaHsO+kbHOIG57LNk893BimcYaqO3c8zpM71Fflca7tyLqype/zON1s&#10;TxnOhZszjwt3IDiyYP38wk1b4ji67vsmPE4dDPYoizoUac8d+QHHKQ+aPI8dqg1XbnrEY+vAbSgN&#10;/18pCxDQ/dKN95qlmyGszpTlbU+azpSlOsmprtE/avLUHvtMWX7s09hz6emY0lNbl/k+KMt26Ym3&#10;4RUsfqLWvi7G3vHavob29kttV/8BAAD//wMAUEsDBBQABgAIAAAAIQCpvSCr4wAAAAwBAAAPAAAA&#10;ZHJzL2Rvd25yZXYueG1sTI/BboJAEIbvTfoOm2nSmy6gWKQsxpi2J2NSbWK8jewIRHaXsCvg23c9&#10;tceZ+fLP92erUTWsp87WRgsIpwEw0oWRtS4F/Bw+Jwkw61BLbIwmAXeysMqfnzJMpRn0N/V7VzIf&#10;om2KAirn2pRzW1Sk0E5NS9rfLqZT6PzYlVx2OPhw1fAoCBZcYa39hwpb2lRUXPc3JeBrwGE9Cz/6&#10;7fWyuZ8O8e64DUmI15dx/Q7M0ej+YHjoe3XIvdPZ3LS0rBGQvEWeFDCJk8UcmCeWUbwEdn6s5rMQ&#10;eJ7x/yXyXwAAAP//AwBQSwECLQAUAAYACAAAACEAtoM4kv4AAADhAQAAEwAAAAAAAAAAAAAAAAAA&#10;AAAAW0NvbnRlbnRfVHlwZXNdLnhtbFBLAQItABQABgAIAAAAIQA4/SH/1gAAAJQBAAALAAAAAAAA&#10;AAAAAAAAAC8BAABfcmVscy8ucmVsc1BLAQItABQABgAIAAAAIQDRwsByjAUAABwnAAAOAAAAAAAA&#10;AAAAAAAAAC4CAABkcnMvZTJvRG9jLnhtbFBLAQItABQABgAIAAAAIQCpvSCr4wAAAAwBAAAPAAAA&#10;AAAAAAAAAAAAAOYHAABkcnMvZG93bnJldi54bWxQSwUGAAAAAAQABADzAAAA9ggAAAAA&#10;">
              <v:group id="Group 74" o:spid="_x0000_s1031" style="position:absolute;left:1093;top:10240;width:4480;height:433" coordorigin="1093,10240" coordsize="4480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<v:group id="Group 60" o:spid="_x0000_s1032" style="position:absolute;left:1093;top:10240;width:1671;height:433" coordorigin="1088,10239" coordsize="1671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rect id="Rectangle 29" o:spid="_x0000_s1033" style="position:absolute;left:1088;top:10239;width:5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uiYMEA&#10;AADaAAAADwAAAGRycy9kb3ducmV2LnhtbESP0WoCMRRE3wv+Q7iCL0WzuqWW1SgiCH0qrPUDLpvb&#10;zWJys2yiG//eFAp9HGbmDLPdJ2fFnYbQeVawXBQgiBuvO24VXL5P8w8QISJrtJ5JwYMC7HeTly1W&#10;2o9c0/0cW5EhHCpUYGLsKylDY8hhWPieOHs/fnAYsxxaqQccM9xZuSqKd+mw47xgsKejoeZ6vjkF&#10;r8EmZ+q2XNXrdDncRluWX1ap2TQdNiAipfgf/mt/agVv8Hsl3wC5e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/LomDBAAAA2gAAAA8AAAAAAAAAAAAAAAAAmAIAAGRycy9kb3du&#10;cmV2LnhtbFBLBQYAAAAABAAEAPUAAACGAwAAAAA=&#10;" filled="f" strokeweight=".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0" o:spid="_x0000_s1034" type="#_x0000_t202" style="position:absolute;left:1761;top:10303;width:998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bBz8UA&#10;AADaAAAADwAAAGRycy9kb3ducmV2LnhtbESPT0vDQBTE70K/w/IK3uymPRRJuy3SP+BBra0Kentm&#10;n0lo9m3YfU3Tb+8KQo/DzPyGmS9716iOQqw9GxiPMlDEhbc1lwbe37Z396CiIFtsPJOBC0VYLgY3&#10;c8ytP/OeuoOUKkE45migEmlzrWNRkcM48i1x8n58cChJhlLbgOcEd42eZNlUO6w5LVTY0qqi4ng4&#10;OQPNZwxP35l8devyWV53+vSxGb8YczvsH2aghHq5hv/bj9bAFP6upBu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NsHPxQAAANoAAAAPAAAAAAAAAAAAAAAAAJgCAABkcnMv&#10;ZG93bnJldi54bWxQSwUGAAAAAAQABAD1AAAAigMAAAAA&#10;" filled="f" stroked="f" strokeweight=".5pt">
                    <v:textbox inset="0,0,0,0">
                      <w:txbxContent>
                        <w:p w:rsidR="004677DC" w:rsidRDefault="004677D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 w:rsidRPr="00734451">
                            <w:rPr>
                              <w:sz w:val="12"/>
                              <w:szCs w:val="12"/>
                            </w:rPr>
                            <w:t xml:space="preserve">Black </w:t>
                          </w:r>
                          <w:r w:rsidR="00244F78">
                            <w:rPr>
                              <w:sz w:val="12"/>
                              <w:szCs w:val="12"/>
                            </w:rPr>
                            <w:t xml:space="preserve">material </w:t>
                          </w:r>
                          <w:r w:rsidR="00244F78">
                            <w:rPr>
                              <w:sz w:val="12"/>
                              <w:szCs w:val="12"/>
                            </w:rPr>
                            <w:br/>
                            <w:t>= Plaque volume</w:t>
                          </w:r>
                        </w:p>
                        <w:p w:rsidR="00244F78" w:rsidRPr="00734451" w:rsidRDefault="00244F78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  <v:group id="Group 64" o:spid="_x0000_s1035" style="position:absolute;left:3002;top:10240;width:2571;height:433" coordorigin="3002,10240" coordsize="2571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rect id="Rectangle 62" o:spid="_x0000_s1036" style="position:absolute;left:3002;top:10240;width:5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Wq2cEA&#10;AADaAAAADwAAAGRycy9kb3ducmV2LnhtbERPXWvCMBR9H/gfwhX2tqZuIFIbZQyFDRy6WvD12ty1&#10;Zc1Nl2Ra/fXmQdjj4Xzny8F04kTOt5YVTJIUBHFldcu1gnK/fpqB8AFZY2eZFFzIw3Ixesgx0/bM&#10;X3QqQi1iCPsMFTQh9JmUvmrIoE9sTxy5b+sMhghdLbXDcww3nXxO06k02HJsaLCnt4aqn+LPKHCr&#10;8rCattuX3eY3bK6zoT9+8odSj+PhdQ4i0BD+xXf3u1YQt8Yr8QbIx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wlqtnBAAAA2gAAAA8AAAAAAAAAAAAAAAAAmAIAAGRycy9kb3du&#10;cmV2LnhtbFBLBQYAAAAABAAEAPUAAACGAwAAAAA=&#10;" fillcolor="#b2b2b2" strokeweight=".5pt"/>
                  <v:shape id="Text Box 63" o:spid="_x0000_s1037" type="#_x0000_t202" style="position:absolute;left:3675;top:10304;width:1898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lVvcUA&#10;AADaAAAADwAAAGRycy9kb3ducmV2LnhtbESPT2vCQBTE74V+h+UVeqsbPZSauopYBQ/9o7aF9vaa&#10;fU1Cs2/D7jPGb+8WBI/DzPyGmcx616iOQqw9GxgOMlDEhbc1lwY+3ld3D6CiIFtsPJOBI0WYTa+v&#10;Jphbf+AtdTspVYJwzNFAJdLmWseiIodx4Fvi5P364FCSDKW2AQ8J7ho9yrJ77bDmtFBhS4uKir/d&#10;3hlovmJ4/snku3sqX2Tzpvefy+GrMbc3/fwRlFAvl/C5vbYGxvB/Jd0APT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qVW9xQAAANoAAAAPAAAAAAAAAAAAAAAAAJgCAABkcnMv&#10;ZG93bnJldi54bWxQSwUGAAAAAAQABAD1AAAAigMAAAAA&#10;" filled="f" stroked="f" strokeweight=".5pt">
                    <v:textbox inset="0,0,0,0">
                      <w:txbxContent>
                        <w:p w:rsidR="00244F78" w:rsidRDefault="00244F78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Medium grey fill throughout</w:t>
                          </w:r>
                        </w:p>
                        <w:p w:rsidR="00244F78" w:rsidRDefault="00244F78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= Not imaged/Acoustic shadowing</w:t>
                          </w:r>
                        </w:p>
                        <w:p w:rsidR="00244F78" w:rsidRPr="00734451" w:rsidRDefault="00244F78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</v:group>
              <v:group id="Group 75" o:spid="_x0000_s1038" style="position:absolute;left:5785;top:10240;width:3695;height:433" coordorigin="5785,10240" coordsize="3695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<v:group id="Group 70" o:spid="_x0000_s1039" style="position:absolute;left:5785;top:10240;width:1700;height:433" coordorigin="5785,10240" coordsize="1700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rect id="Rectangle 66" o:spid="_x0000_s1040" style="position:absolute;left:5785;top:10240;width:5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e0aMAA&#10;AADbAAAADwAAAGRycy9kb3ducmV2LnhtbERPS4vCMBC+L/gfwgje1lSRRapRRHbBg+D6ug/N2BST&#10;SW1i2/33m4UFb/PxPWe57p0VLTWh8qxgMs5AEBdeV1wquJy/3ucgQkTWaD2Tgh8KsF4N3paYa9/x&#10;kdpTLEUK4ZCjAhNjnUsZCkMOw9jXxIm7+cZhTLAppW6wS+HOymmWfUiHFacGgzVtDRX309MpKB/H&#10;/dXcZ5Pzods+nf08fDvbKjUa9psFiEh9fIn/3Tud5k/h75d0gFz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he0aMAAAADbAAAADwAAAAAAAAAAAAAAAACYAgAAZHJzL2Rvd25y&#10;ZXYueG1sUEsFBgAAAAAEAAQA9QAAAIUDAAAAAA==&#10;" filled="f" fillcolor="#b2b2b2" strokeweight=".5pt"/>
                  <v:shape id="Text Box 67" o:spid="_x0000_s1041" type="#_x0000_t202" style="position:absolute;left:6458;top:10304;width:1027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LJPcMA&#10;AADbAAAADwAAAGRycy9kb3ducmV2LnhtbERPS2vCQBC+F/oflin0VjdaKJK6ilgFD32obaG9TbPT&#10;JDQ7G3bHGP+9WxC8zcf3nMmsd43qKMTas4HhIANFXHhbc2ng4311NwYVBdli45kMHCnCbHp9NcHc&#10;+gNvqdtJqVIIxxwNVCJtrnUsKnIYB74lTtyvDw4lwVBqG/CQwl2jR1n2oB3WnBoqbGlRUfG32zsD&#10;zVcMzz+ZfHdP5Yts3vT+czl8Neb2pp8/ghLq5SI+u9c2zb+H/1/SAXp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ELJPcMAAADbAAAADwAAAAAAAAAAAAAAAACYAgAAZHJzL2Rv&#10;d25yZXYueG1sUEsFBgAAAAAEAAQA9QAAAIgDAAAAAA==&#10;" filled="f" stroked="f" strokeweight=".5pt">
                    <v:textbox inset="0,0,0,0">
                      <w:txbxContent>
                        <w:p w:rsidR="0027694C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Dashed green line</w:t>
                          </w:r>
                        </w:p>
                        <w:p w:rsidR="0027694C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= Stent</w:t>
                          </w:r>
                        </w:p>
                        <w:p w:rsidR="0027694C" w:rsidRPr="00734451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  <v:group id="Group 71" o:spid="_x0000_s1042" style="position:absolute;left:7780;top:10240;width:1700;height:433" coordorigin="5785,10240" coordsize="1700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rect id="Rectangle 72" o:spid="_x0000_s1043" style="position:absolute;left:5785;top:10240;width:5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4sHMEA&#10;AADbAAAADwAAAGRycy9kb3ducmV2LnhtbERPTWsCMRC9F/wPYQRvNWuxpaxGEbHgQbBqvQ+bcbOY&#10;TNZN3F3/vSkUepvH+5z5sndWtNSEyrOCyTgDQVx4XXGp4Of09foJIkRkjdYzKXhQgOVi8DLHXPuO&#10;D9QeYylSCIccFZgY61zKUBhyGMa+Jk7cxTcOY4JNKXWDXQp3Vr5l2Yd0WHFqMFjT2lBxPd6dgvJ2&#10;2J3NdTo57bv13dnN/tvZVqnRsF/NQETq47/4z73Vaf47/P6SDpCL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+LBzBAAAA2wAAAA8AAAAAAAAAAAAAAAAAmAIAAGRycy9kb3du&#10;cmV2LnhtbFBLBQYAAAAABAAEAPUAAACGAwAAAAA=&#10;" filled="f" fillcolor="#b2b2b2" strokeweight=".5pt"/>
                  <v:shape id="Text Box 73" o:spid="_x0000_s1044" type="#_x0000_t202" style="position:absolute;left:6458;top:10304;width:1027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VqpcMA&#10;AADbAAAADwAAAGRycy9kb3ducmV2LnhtbERPS0vDQBC+C/0PyxS82U17KJJ2W6QP8KDWVgW9jdkx&#10;Cc3Oht1pmv57VxB6m4/vOfNl7xrVUYi1ZwPjUQaKuPC25tLA+9v27h5UFGSLjWcycKEIy8XgZo65&#10;9WfeU3eQUqUQjjkaqETaXOtYVOQwjnxLnLgfHxxKgqHUNuA5hbtGT7Jsqh3WnBoqbGlVUXE8nJyB&#10;5jOGp+9Mvrp1+SyvO3362IxfjLkd9g8zUEK9XMX/7keb5k/h75d0gF7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DVqpcMAAADbAAAADwAAAAAAAAAAAAAAAACYAgAAZHJzL2Rv&#10;d25yZXYueG1sUEsFBgAAAAAEAAQA9QAAAIgDAAAAAA==&#10;" filled="f" stroked="f" strokeweight=".5pt">
                    <v:textbox inset="0,0,0,0">
                      <w:txbxContent>
                        <w:p w:rsidR="0027694C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Dotted grey line</w:t>
                          </w:r>
                        </w:p>
                        <w:p w:rsidR="0027694C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= Outline of patch</w:t>
                          </w:r>
                        </w:p>
                        <w:p w:rsidR="0027694C" w:rsidRPr="00734451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</v:group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5168" behindDoc="1" locked="1" layoutInCell="1" allowOverlap="1">
          <wp:simplePos x="0" y="0"/>
          <wp:positionH relativeFrom="page">
            <wp:posOffset>2881630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6484" w:rsidRDefault="00AC6484" w:rsidP="005748E3">
      <w:pPr>
        <w:spacing w:after="0" w:line="240" w:lineRule="auto"/>
      </w:pPr>
      <w:r>
        <w:separator/>
      </w:r>
    </w:p>
  </w:footnote>
  <w:footnote w:type="continuationSeparator" w:id="0">
    <w:p w:rsidR="00AC6484" w:rsidRDefault="00AC6484" w:rsidP="005748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9EF" w:rsidRDefault="00AC6484" w:rsidP="00F97841">
    <w:pPr>
      <w:pStyle w:val="CUSTOMHeaderSpac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60288" behindDoc="1" locked="1" layoutInCell="0" allowOverlap="1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28" name="Group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9" name="Picture 5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0" name="Picture 5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5F2FEEBD" id="Group 52" o:spid="_x0000_s1026" style="position:absolute;margin-left:42.55pt;margin-top:45.95pt;width:510.6pt;height:80.1pt;z-index:-251656192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o+tKphAwAAOwsAAA4AAABkcnMvZTJvRG9jLnhtbOxWbW+bMBD+Pmn/&#10;AfGd8hISCEpSdZBUk7qt2ssPcIwBq4At20laTfvvO9vQt0Tq1H3aVCTA9tnnu+e5O3txftu1zp4I&#10;SVm/dMOzwHVIj1lJ+3rp/vi+8VLXkQr1JWpZT5buHZHu+er9u8WBZyRiDWtLIhxQ0svswJduoxTP&#10;fF/ihnRInjFOehBWTHRIQVfUfinQAbR3rR8Fwcw/MFFywTCREkYLK3RXRn9VEay+VJUkymmXLtim&#10;zFeY71Z//dUCZbVAvKF4MAO9wooO0R42vVdVIIWcnaBHqjqKBZOsUmeYdT6rKoqJ8QG8CYNn3lwK&#10;tuPGlzo71PweJoD2GU6vVos/76+FQ8ulGwFTPeqAI7OtM400OAdeZzDnUvBv/FpYD6F5xfCNBLH/&#10;XK77tZ3sbA+fWAn60E4xA85tJTqtAtx2bg0Hd/cckFvlYBicxWk8i4AqDLIwCJMoGVjCDVCp16VT&#10;EIN0HqaWP9ysh9VhEIXRsHYWGA98lNl9ja2DbasFpziDd8AUWkeYvhx7sErtBHEHJd0f6eiQuNlx&#10;D+jnSNEtbam6M6EMEGmj+v01xRpq3XlEz3ykB8R6V2c60d6Ps+wapH0y5Dg9yxvU1+RCcsgCwBLW&#10;j0NCsENDUCn1sKbxqRbTfWLHtqV8Q9tWs6fbg8eQSM8C8QRoNsgLhncd6ZXNWkFacJ71sqFcuo7I&#10;SLclEITiYxmaUIFwuJJKb6cDw2TSzyi9CIJ59MHLp0HuxUGy9i7mceIlwTqJgzgN8zD/pVeHcbaT&#10;BGBAbcHpYCuMHll7Mm2GAmMT0iS2s0emfGikjEHj35gIQxoSbasU+CuADfOgrQRRuNHNCpAbxmHy&#10;vcDA/ICs5kBCkr2YN0fxP+bOZBImQ/DHgSV2DH4IDCHVJWGdoxuANNhpkEZ78MJ6Nk7RNvdM8208&#10;OcXFPJiv03Uae3E0WwMXReFdbPLYm23CZFpMijwvwpGLhpYl6bW6v6fCIMtaWo7RKEW9zVthKdqY&#10;x0Q04Pwwzdch8WDGSN/4tzSO+MOobsL771WJCVRGW8SvxyoR/5dVInqrEi+crmkUQTHQh2hia4Et&#10;pfqMjdLJ1NaJNJwP2TKezWMNeCsTcNidqvanyoS5WsANzawYbpP6Cvi4D+3Hd97VbwAAAP//AwBQ&#10;SwMEFAAGAAgAAAAhAH9CMuLDAAAApQEAABkAAABkcnMvX3JlbHMvZTJvRG9jLnhtbC5yZWxzvJDL&#10;CsIwEEX3gv8QZm/TdiEipt2I4FbqBwzJtA02D5Io+vcGRLAguHM5M9xzD7Nr72ZiNwpROyugKkpg&#10;ZKVT2g4Czt1htQEWE1qFk7Mk4EER2ma52J1owpRDcdQ+skyxUcCYkt9yHuVIBmPhPNl86V0wmPIY&#10;Bu5RXnAgXpflmodPBjQzJjsqAeGoamDdw+fm32zX91rS3smrIZu+VHBtcncGYhgoCTCkNL6WdUGm&#10;B/7dofqPQ/V24LPnNk8AAAD//wMAUEsDBBQABgAIAAAAIQC5oGIh4AAAAAoBAAAPAAAAZHJzL2Rv&#10;d25yZXYueG1sTI9Ba8JAFITvhf6H5RV6q5uNRDTNi4i0PUmhWii9PZNnEszuhuyaxH/f9VSPwwwz&#10;32TrSbdi4N411iCoWQSCTWHLxlQI34f3lyUI58mU1FrDCFd2sM4fHzJKSzuaLx72vhKhxLiUEGrv&#10;u1RKV9Ssyc1sxyZ4J9tr8kH2lSx7GkO5bmUcRQupqTFhoaaOtzUX5/1FI3yMNG7m6m3YnU/b6+8h&#10;+fzZKUZ8fpo2ryA8T/4/DDf8gA55YDraiymdaBGWiQpJhJVagbj5KlrMQRwR4iRWIPNM3l/I/wAA&#10;AP//AwBQSwMEFAAGAAgAAAAhAC1HX6DFEQAAzCEAABQAAABkcnMvbWVkaWEvaW1hZ2UxLmVtZqzY&#10;eVxVVdcH8CvutdYZ7rk5pqGGM+qDIuYsTgjkgLOWU4oioqKCU5laRjmPaDjgUKaZ+WimTe+jKSJO&#10;qThPZQ4VPYmmoIFTOby/o/fCTT7vP71QX/beZ9hn7XXO2WdLEYfDMQ56FXE4hsHPyuHI9HE4HtV0&#10;OIoHOBxvLHM4TvZxOCqGdQx3OIo40is5HOk4Hoc5LPs8ePJjbyjqcLRCHzdRbe0Y7IhzDHJEOyo6&#10;ujvedIzFVaIdI1GiX3CCBiXcdZzmMKAYeH7sY4p5Gih1d/u0H2LGxU13eyVOnIzrl0TbPgfhO/yh&#10;LNj9Pvlp2+1JUQ2/7WPs7QOgPtjHB4D94ynpabPAb8/59jnNwB5DOSgGmWiMx4m9UN8Ed3HQMVwo&#10;FHmpgnrVJ8fE0zVtFGVDGT1fedRf1OPJTx9PvfVK7LEIbY/3sX8xjlsOaV4OoH4Q+w7i2HF6JHuM&#10;0aM5Xo/hWAj30hr1ltjXHMc2R0z2GILdZQuUZeHD6UWeGPjmo8c279w+O+6Xkf/enD/ulhjvVYx7&#10;Msqq7nE3M6K4thHLpSFTj+VUvTOUhAuUqe+g540dFABNjTQKN47AAS9p1M5IpU4wwsto1Mfi+LE4&#10;dqwRyfmiebQRwyOgm5dOqHcwormd0T9v3J57F44x6O4xDMb4OyP2OxjDSJRlMIYS2BZuPKJQ4w41&#10;N7KpgZFJtYwMKg8KsvTbUJKz9CD2MUK5HNSChkYLbmE04FAjgMMNfyiXd+3/T843IN4Ad7xlEec0&#10;xGnn/CuUds5bIt5Nxr/4M6MWfw5b4UvE8I1Rh/cYrfioEcYX4De4gfYNoxHU5quI8bDxIm82yvBy&#10;g+EGLTfSaTvuzWm4CUXMvVTCPEmlzNNU2jwD38N5tH+kkuZFUmZ2Hh/zDxz/Bz0y/qAH8Kdxi+4b&#10;N+m6cYV+MX6mM5AO+4z/wnXIoUPGPfrVeEyGqXM5syw0gG5c1Izl83h+dsIa3MOFyG+iEQKtoSUE&#10;Y1tTTjIaF0qOz5l4d905zkQ+d7hznOvO8UvY9r0Zxj+Y4dAW2vH3Zgc+Z0bwbjOKNyHeRIiEBmZH&#10;KAmXaYC5gxbBFthnfkenkMPT5jk6Y/4A5+ECXMT2y5Rm3s6Tat6hXeZdSoEdsB3tbdj/mXmV1poZ&#10;tBAmQBS2R5mlOMoM4jfMUF4Iq2Gz2YK3Y9u3ZiDvNOtwCqTCbrT3YHthzAW3kbMD7jkwF/l5gFxd&#10;w3NZTz19Lhti220zje6aqfQAfJ35/FCv5EyDA1CN8zXmAGcot4IIeMXZkvs7G/MQZyAPdfpDGThA&#10;+dJoOPqKg3leFqGehP6TcGySM5LzRfMiZwzPgzgvw1Ef6oyGSOiXpze2d3TGckOw4LbZFWoWSv5S&#10;nA7HKHf+ViNXLZG3dOSvjzt/lbAtxTmMdjtjaD9keMlE/Xfs+905Cl7ifK34pjOM74HDCmOyWrMG&#10;JjitNhAOg7xEs2ENwTEx/Ng5nG9jjL/DD5DiHAAtC2Ws6/AN9/5uDMAY7TlspXusVTHWZCuK51qx&#10;PBbCwc/qDCXhAoVbO2gczIFkK43WWUfggJc0Wm+l0iY45OUY6idw/Akce8KK5HzRfAxjPgRbvWxC&#10;/d9WNK+3Cn437DF4fzdGIXb7uzEPpee7sc56RGusO7TCyqb3rUyaZWXQJBgEEdZtKMkRVhAPtEJ5&#10;IsyExVYLXmk14DVWAK+z/KFwvhsPEa/n/byA/G5AnHbOf0Rpr1HqYttD5OYxcqRcqVTZiz/qNV1p&#10;cABO5qnv2kuhrh3UFyZDIvYlum7BHZrvukezYISXoajHuO5CDkW7rlJ/VwZ1h5ehBdqNcW6g6y/0&#10;r3NNlx9Eeolmf1cMVwbl5THu0UPco4e4n4Uxj2lYbHaVp2sa+/v6F3JTDxpiPpvl/r7qelcx9C5i&#10;ghMstF16d6mgj5IgfYp0g1GQoMdBV2gkI/RaEqb7SRX9ecGCFs6zQ/+CK+rLOALGwCx9Ey/VU3iZ&#10;vgtSYTekwR5eou/jmfrxPDP0EzwdpsFUeA8S9GM8Vt/Jg9BvBNSDCuivgn4WbnJD/RH31EUm6SXk&#10;I70qdIKJ8o6eLF2hGig9QW5rgyRXGwD94TXoB33lDhRGjlOQ4xB3jiPw3Nnrxo7I7QR3jjEVOlJ0&#10;S37Wr3EJ4xq3gSGGJUOMEJgorYxkKQG/It4UxJ+ih4hnPdce6yPvvtuiz57oOw5lAkq77/aGrwQZ&#10;PujDR3J0H/lR94UQGCK3MP4SRoLUh/bGEAiRYJxjr5X/yRp5NuJZ7l5LrEYf7yGOIMSx1D3WStg2&#10;21jCc43FvABWe/kY9XXYt85YDvGSb5JsRHxfwHb41nhbdsFuSDPegXch0cv72JeEYxbLNmOZfI3c&#10;bYZlMNuYB+ML5b5ewlhz3GPNxbg+xBg7Y6zH3WO11wCXjGy+bGRxBuR6uYv6fey7b+RAb8k3QQwz&#10;QV6E2tDKnCgdzHjpag6T7mY09IMczpfNPcws7gXDvIxAfZSZDTmQKPmSZIS5WIZBLy89UO9uJkEi&#10;TMsThnY9M1legFvI3yXjPXitUPL3JdZQ5H4v6mLuOY+8NUP+7H9023NPGKpJJolHIuoLTAUOyOF8&#10;2Vh/ZnESfPk329D2+Ia/Mr/i/8BBL+moHzW/gW2Qlece6h4PUH+IXD7ENR/i2vmUPEBM9+Do3wxB&#10;22OCnMZ9zICrkGW+IzchB3LRzjWnQpKXJdi3FMcslUzk/L/wA+yDL83ZMKpQcl8HE8N697MbgTxr&#10;yHkj5LwMynCU9rzRxLmeQ5xb4FvYz02cx7gOVAFftH2x3Rf7q+C4OuCZkyrhZM97EY9+DPRpvxel&#10;Uc60S2yr5Mzmys4srg6NvDRFPRj7gp05kCj5kqSpc7E0gupeKqNeyZkEiYWSl4GI3Xs+rYiY7bm6&#10;N0r7mbTzMtBpyVTnNf4aroBhWWJYITBRMpzJ8jXMhIHOiZA/V994pu+a6NOeq7ug9MzVN5y+ctrp&#10;gz58ZCm8jfbb6ONt5xBJciZge4Kcgxto38D2YMTzT+fqQKyRPPcpF/0MRhz2WJegtO+TPX8FWtlc&#10;18ri+hDmpS3q7bGvvZUDunj0sP7kUdY1ngUbYZf1APxkl5XoJUl2WotlO3zqZR3qa60kSISKXkxZ&#10;ZvnIVIiDvlYJ6Yb9Ha0auO5LEAGJXpKkLfoKg/pe6qIeiP4DcWxhfNezkb8or7XTh+78paP0rJ1u&#10;WoPkFvwBuXDbipI71mAh10Qp5UqQWtASXna9AcPgVWns6iK+rnZSxBUimVZDKAv3uajrGleERtDW&#10;dYv7uIpKX5eSfi4CBg1tXfq4DOnmKpmnq6uUdHGVlk4QAe2hLfY3c4kEunzED56Doji3qKsM1JAy&#10;rjoS4Kov7VzBEoVYolwxkIB+kqUmmHDLmi8/WWPlsjUG4iEORkKs/GIN/0c59sczZ/9dDp+CJz9v&#10;rlj7pKyG3/a7Z2+v4a7jk1Hgb5Pd8TLscM9rPXBAH4iF7/E823/v7YRzgrRlHKRFcjetGU/UXDxN&#10;O04jtWR6RRtEVbQWdEWa0dfShOZJCZojP6kZ8rGKktHqX9JH5XIb9Q13VrP5DRXNyao2aDxBXaAu&#10;ahWFqSHUTwXSOGXSeqVRhmIqTZdVMH2mWtJoFUItVAz5qw+puDpL5VUpDlWteAh6GqJWcZhK4woq&#10;i0uqAKmlBktrtULGq12yRaXJL2qvGPS7WFRBK0a9tPo0VxtBa7Qp9G9tEW3WPnlGOtq3aLVm8XSt&#10;Hg/WhsMCjHQHf6b9yf+jBclqbajM0uZKT22BvKAtlEz5j6TKNdkp1bXt0ltbIvFYD0/X/GWSdpW7&#10;40zPO+OZ5/fh2e/mfv7jkddFyG8Y7IX3wJ7nt0kdOSgs1+UOP5Ib7NJ+4nLaCfbTznFV7SLX1DK4&#10;jfaY22nVpJnWTgK0EWJp78oVmSqXZJqckelyRGbKUXld0iVK9km3vOfKE8cRxDCanv4bxhPHcdzz&#10;PYjhOXccZ2QsXZRx9CsY2utUS5tLTbTPqa12klpr96iGVpora+W4glaZy2q12KmV54dSnK+Lzofk&#10;Hm2TE7RfPqMjkkzHZBrK0fRsPk4jjmD3s2fHYc8BxWEjhLrjyJJ2yMMgmAKrOEu+4VOSxsdkLx+W&#10;/bxfDnKa7ODt8jlvkY95lSyAONT7YFtn7GvDB6QBjm2Mc5ryaQkucF86IIZGeA96IYaZYP/hfznY&#10;/65LATtvHfAGeNTmuloprqRpzPjfRyuKkRfh++LiXCnHN6Q6Z0gzPi59IR71Sdg2A/sW45hFGEUi&#10;zpmPcxPQx9C8fhuh/6eezdN05OmwO09tcZ82wHaw82XH2QHxLZYfeZnc4kQhmSG+Ml78ZYDUkGpS&#10;S+5yL8nlRZLDG+Q3/lZO8B7Zyemynr+TpbxN3uVPJIZXSAcIhFJoP8YdzKYD8gMdln20R7bQdllL&#10;n8oaWiSrqZeMoVrSiPylElWT5+gFEVLySN1kHzrPxekgN6YP4DXU63FRqsyPlZOF7lIxyqDKdJYa&#10;0xkaQydpNX1Ma2k4fvegrRRC+6kJnacgukkNyMGhFMCxNBKWof4pN6AUDqJT3JSucAjlck+6jX33&#10;eB1Vl1MUKWfpdTlHM+VXSsQzmCwWL5YqPF1e4gHSHz5E/XCB+5+I/CZ7vQ8DkVNPfjOQZ/u9XCAf&#10;0HyMfq6spynyEY1GO0pWUbispEA833VkKNWW3shKB6oqLaimNEc7mOpJU+okdSkW2ZoiEZQkA2m5&#10;vI34kgu8D36Ig7ziqI843sH1x6Dc6o7jL2T0FBehPXxJbed0tZl3qA/4c7WON6qN/Inawh+pdJ6h&#10;/uAE9bwsUE1kleoiO1U3yYDrqrvkqp7yULWRB6ou7pifUIE4xuBZ83XH4XkfluL6L7nzYr8P/bg2&#10;BYM/v0DluRgVY418cKcJd1r4L6XzHfU8X1CBiDHiif0on+qItsdw1N/DcQv4rlqI85Jw/hL0Mwv9&#10;vYV+x7BvgfjOIrZLWDPY7+tk2IXY7Dw9AjtPZbFtHznoAypOE0lRLD1S/eiB6ghtoQ20pIeqFd1W&#10;rekG/IZtqao3rVaTaSG+Nu+q/TRL/UJr1FX6VN3E1+gufYF6irpER/AluqSefUeHI6YYd87smOx3&#10;dAecBPsZsmMaRlOpG63Ak72S/GkVvYCn30mfkEkfkY5tGi1DpJMR8QDs60A1KJia4uiO0BP6U0OK&#10;wfsRS80oHvvGU3OKw3Gx1BtvUEyBPAni8ay3PDGNxj20Y7LnDTsmjQbgO9lHTOopZamvVEe7Pt6k&#10;rjQQT/QEGUaLZTitlZG0FV+EFImjXWjvlmhKk/aULrVpH87b+jdFaSWesCmYE6IKfHsmIKZ7eM7t&#10;excPqYhlLWKx790ZlKWxbSW+23vpgZymF7WLFKRdxRfnPnXUcqibdgOrjivUVztM47V1NFlLoFFa&#10;fxqgtaVWWjj5amFUXAslTQuhx9KDimgx9Egm0L0CcezGM+6n5cfRANe24xgHp91xnOQHch9ftApy&#10;X+qKQwsTH603yldF016R56CM1kOaay3kNa2cxGr3sDo6yeO0r7mP9jn31D7lztpq7qBt5pbaNnwz&#10;duMr/uxzUwW52OWVj0hc237fPXO7nY+a8oUEyMdSWxZjdfCmhMkg/DdQ4iVS3pbXZI68KvOkr8xH&#10;O1GiJVnekfdlFfZ9IcPkgERgRRAke9BHGr4KqVJFdhXIxyG8T3O84ojD/bD/Xbsa5VR3PtLUbPlW&#10;zZIvYR5WeSPVaOmvOkkXVUteUUriVCaPVz/zJHWep6hTPAf15eo6ZqZcPor9l7BOO4HZ6BBWh9+p&#10;N1DOKRDHScSxEc+I5/mw4zgBdhyetclldYyO4o3chJkmWT3Hs1R5fksFYFVZjccpPx6lfLmnekid&#10;1DmsLr+iWLWQZquJtEVNoG2Qpl6nw2ocHVQzKF0l00m1scC7sxdxpLq/ufZzOhPXt9cm9nvdxp2P&#10;DeorXH8FvAWRvEG9zHtVU/5ONcas1pBPqPp8VrXmi5jtrqhe/KcaBfNRX4ttm/kMZvDj6gCO3Ydz&#10;0nBuat63KRjXxOP5f/5NsQb2OQGh5K3v7bW+C0qB/VMM7Pr/CgAAAP//AwBQSwMEFAAGAAgAAAAh&#10;AOju5p+mDAAAoB0AABQAAABkcnMvbWVkaWEvaW1hZ2UyLmVtZpTZD3RU1Z3A8TeZ92bezBsgAU9x&#10;+RsNI9lVKkp7KqhbVKpUaHu2WovFFlyVXduDrivdIwrBPwf/FqkibVcQ6REbSBBQ0FIIISyJoKAB&#10;jIQQBKKSECQYKkUyvyuz35s3d95k5Jyezjkffr835829v999d97MhJBlWTNwA9q+Sqe/YZOk0+lK&#10;17Lur06n18yxrJrD6XTx935wvWWFrKWDLeslTtGn9cIkdD/0E2HLGhuyrE7Sa6w7rXutf7fusoqt&#10;m6yZ1v3Mcpc1nWhZRUiAKay+mZyXWXEUwjz0OYXmgBjLHN9woWW1cOBljqeTTGDufhzr1xRgOM6H&#10;Hlc/aKk7JvlXn6Ofn4JvQZ9/CfTDRMc//Nq/5vX6NZNxBYSDz1m7XqzB5LPptB5bv14bliiUL1xt&#10;V9ewhFYo56qT8v3H3Wu7o5lHP18KU/OV5HrdBqIQd7AOHSqdnkS+EsW8oIEaxhJTxGE8NzPWoQIv&#10;kn/dMs4xNpMHysh9FcTAbnLfCqIxh3OMO8gDHeS+q6kpt4d9eT3ckOlhWk4PJ3htoIrcNzBepQId&#10;5L7LiIEyct9AYqCS3HciVsmYRhm5bx8x0EHuy+/hKTbvwznXYTq1f8D6P06UzHV4JD5bPRCfpe7F&#10;ZIyPz8USbFUz4xtQjyY1PX5Q3YXbcFO8WU2MN6rvxz/Lujl+Qv0s/rmahtn4bbwV72G5mhJfg5fw&#10;nLo7Pk/dhwfwcHy+eiL+vHoq/nBWfg9H6MHspVlco99lrsObmetwPs8p1jUwn9w3yJuvAmXkvjrW&#10;OzCf3HeEGOgg9+XXNID3tqlpKfOvpZaPWM/aTE0X8NylXocK1JMbW8lfU9dgHMZ7q9SN3mq8mDXe&#10;+191PcbhO/im9yc1gvN6WsSxbwAx0EHuy6/7FepelNkP66lxG/UepO6PiXo/6PvTs4wV2EpuvK+e&#10;9g6qhzC9227iNizK+il5oJ7caFFTvc/V/ZiDJ71jjPuxmt9DB8e+V4iBReS+/H6O08/inP3dmrkO&#10;kulH32eOsK4HWcMGbMU67494A7tUk1eHD/GR2uUdUjtQi00cv+XtV296x7OqvBOqjtrfw0F0em1o&#10;wFvqXW8z3kCl2u2tUI04hE+9CnXMW6mOe4uz8nuIchNtyPRwgHoVte/lWhRx39bXZCTPRRNHVGHi&#10;c3UBSjEicUJdluhQIxMHsr6ZOKguxnAMxeDEPuxGRdZI8sAict9gYuAxcl808bQKLCL3fcn1CFSQ&#10;+6KMH2gg95mer6IXfY/9V+j37cuPh7rdPvNsWuvHcyzHOT8rebr7YT6D9OdZKfT5LJl1JfTYA1GI&#10;TiQz63on+Y8wh/X8b+J6Yl/iTaGkCnjkvr7EQJn0Dfk6rTIJJFUnM2imPzP3LIprFv/zbyzzlOEF&#10;5nye+DJRf2eYHdohj4eq5Q+owBuhnbI21CyzcuSPu51x7UxPsxhjBn7DeIuJfyHqNa2i9tWhIvUy&#10;nsHskKNmhU7K7h7eltpQufwe/4Wfh2pxFEXq16FStQSrUcX6bA8NgZ2VX1OE7xlmnQ8w/xLMo5Yj&#10;RL3OI4kXFySVcX3BNjmX2znHeILceK2gQoxnyY0ZBY46l1s5x/gWuTGQ840B5EY6VCHGR+RGhBqM&#10;/J635PQ8kf6OQfd8mqh7ThBbeH2gQlqoRdvSQ1Jt4TztXHMsyOwhM8dDmTmeyM6xgDGNGeS+LcTA&#10;AnJf/hw/5I1TmZljJTWfhd5Pg9lnej/p++e48AoZEy6Xi9EXUvAG3kNKRoXbEVKjwr3UReEiNQR9&#10;4XJ8tsBVqqAkyw1fpM4Ll6piXImbw4Nh4QMZFD6Mndgiw8PVcimuxLXhGpkYrpUfhiuz8nvQ32nM&#10;/ltPvcOo/UFqn0DU10J/ps0LJ1WgXeZRt69JnmeOClRjc7gBnyCpjEPkgUY5FDY2yh7W400sw+/C&#10;q+TZ8AbGzXUfx77pxEBSTWdcLb+fCPf9nZlrcoDaf0wf+prMzFyTkTxXZNfKULtaLsF3Md6uQ5N8&#10;J8c/k/+TvV962YclZLfKmfBJhNWZ8EDVyy5VJbgc19rF6vt2P3VjD/05Hqom2En1nzn+wx6kpnHe&#10;NDsOC1/KNPszNOd4S26xy2UkStDXrhDHXiMRe2dWfs/96TmUua9Nor/b6PUVer6H+DqxD8/1t0/Q&#10;73EZg/E9nJYb7LRca0fU1XZCfdsuUhejGP057m+HvrbGc5nP7JkEczwCvcabiXrPXMV8r9J3oF1e&#10;tY0mWW7XyCbUd9tFPICkMjrJA+3SyWt9TfJXXuM6NTKg2y7iASSVMYY80ChjHKNKLnfKpR9snLJX&#10;yXF7k7Tar0kT67wdVXjNXimv2BvzVHDsm0sMJNVcatXyr8kyfijm7sMDmTUq4N6n7w0jWaPVTq1U&#10;OdXyLj5Cq1OHJmnIsY38z85+qXQOyxKnVRY6JxFWC52BqtIpVVtQj0NOsWpz+vVw1OmvjjpDVTtr&#10;4kQCdmSQsiP9EFfhCF+ZIl9KOPIZmnO8JadYp/dRg9UO/TtrZJmzMyu/53X0nLsPW+lZ78MzRLMP&#10;1zkn6Pe47ENrD6flUycth5yI2u8k1B6nSL2DTVjH8Trn6/uwJBLsQ33v8lhbvQ8vJ5p713X0HWiX&#10;6yJGk4yP1MgUzOjWQPwESWW8QB5olBcixkZ5MlIuv8TPMDGyUq6NbJBreqjg2FdCDCRVCeNq+etX&#10;Tz9tOZ9Z4+hjIf1MIq4hJuixPrJXPqTeYziLaHQv2tAlVrSPOhbpoz5EfeSM1EfaJH8ONxqs2VLG&#10;G83Y+n5/B1Hvywt4bng0qQL3yfCoL0oMrCf3RYjGV6zFSdakBRuxKlKHNsTUxkipakEnzkZKVDTa&#10;X7k9JDn25dfdz7WsRzNrU0uNj1BvGfWuzdT9Lzxnu7Plb9GHpAUr8Hh0ERrQS1VGmRtfIOIOU+e7&#10;Q1EnRkO0TgKHyX1niAFPnYn6/sqYn0V7M2ZvVY0V0VPMuQdrpDq6UI7gC9juH6TQXSL93Eez8nsb&#10;TW/mfrqUPjbRk97HjUS9j/U1udVNqsAZudU1Wsnr5H7MxBz3bXnU3Y7lWWVuuTyEB3AnfupukFs4&#10;7yc9VHDsG00MJNVo5tby615O3bnf0z+mXv09/TTRfE9f4e6QtW611KERB92dcshtluU58sc9xbi5&#10;39P3ZdZD/1Ax39OPup5qdovUDvwZK1xHLXdPylc9vC2d9LsVi/GUW4ujKFJ/dEvVu2hGO72dcofA&#10;zsqvaQQ/OnJ77U0tutcLiabXS2M75IpYtdyI23BHbKfcGWuWETnyx32QcXN7tRlPX/tLcnq9J+ap&#10;qbEi9W+4GpfGHDUidlIe6+Ft+Z9YuYzHhegTq8VRFKmLYqXqR7gd98SS6sHYENhZ+TUtpiazH9ez&#10;90ZlappMNPfVKsYJtEtVzGiSLbEaaUJHtwbiJ0gqo3c8qQKN0jtubJRQvFw+pf4PUBdbKRtjG/JU&#10;cOxbTAwk1WLm0PL7mcDfwEw/+jvhVPrQvzf+lOlnJM/dS03G0/Ftci6vco6xg9w4Ga8QYw+5sT7u&#10;qHN5iXOMB8iNKZxv/ILcuI5zjAvIjQnUYOT37PC3HdPzRPpbmel5faZn/VmS9JIqUCFJz+cQA3xv&#10;4DztXHPk/sbSc+jfWHoO8xsr6S1gXGMGuc8hBhaQ+/LneJE+zG+sF6h5M2Pr98chor4XDOG557zl&#10;8qTHPQ4347veVrQhoW7yStUsPIUF3nC12BumFnmxrIWc84zXRz2KX2Gqd1am8tqp3i6Z7tXII3gG&#10;z3n/J7/3auVFrzIrv9bXc9Zcv2+OUKP+bE3YwftmN+sYaJfdntEke5nnBAoSNRJONOATJJVRQh5o&#10;lJKEsVG+kSiXLno/iv3eKtnjbWDsXPdx7HudGEiq16lJM/1cRe3cgv+hvzPRqv/4B/+vYxQbcVDO&#10;d54vudd38P8ufVmzKXrtGHVUYnuX0eZu7woMkjbXNyoxSAzTh/l70hje/+1dwf+npJnjDHPcTdE3&#10;M8cwXXlcUsaymKSMX8WuThm/JDfGcY5x1pWUMTrW3mUsJDfei5WnjPfJjb9xjjEm3t5l5Pcwlr2V&#10;28MvqF33sCWnh6gnKWMT/Rh743NTRhm5MY1zjEHkxk+ow3iZ3Hg6/uOU0UJunOYcY6zX3mXk93Ae&#10;F7Mz5zro/4M4TQ9RrvUtmetQkBieMk55xanD3oBUHZbjt95QfBuTU+L9AEtxPPWml079GpNwhdeV&#10;KvZOpi7z/pI11tua+rn3Due8k/oN1nh1WIHZqe958zAWXV2PeZ92bUYLQomjXeclOrtMD3/vPVHK&#10;FtJ7la3V4++qvTk+D/pRCJ3/PwAAAP//AwBQSwECLQAUAAYACAAAACEApuZR+wwBAAAVAgAAEwAA&#10;AAAAAAAAAAAAAAAAAAAAW0NvbnRlbnRfVHlwZXNdLnhtbFBLAQItABQABgAIAAAAIQA4/SH/1gAA&#10;AJQBAAALAAAAAAAAAAAAAAAAAD0BAABfcmVscy8ucmVsc1BLAQItABQABgAIAAAAIQBqPrSqYQMA&#10;ADsLAAAOAAAAAAAAAAAAAAAAADwCAABkcnMvZTJvRG9jLnhtbFBLAQItABQABgAIAAAAIQB/QjLi&#10;wwAAAKUBAAAZAAAAAAAAAAAAAAAAAMkFAABkcnMvX3JlbHMvZTJvRG9jLnhtbC5yZWxzUEsBAi0A&#10;FAAGAAgAAAAhALmgYiHgAAAACgEAAA8AAAAAAAAAAAAAAAAAwwYAAGRycy9kb3ducmV2LnhtbFBL&#10;AQItABQABgAIAAAAIQAtR1+gxREAAMwhAAAUAAAAAAAAAAAAAAAAANAHAABkcnMvbWVkaWEvaW1h&#10;Z2UxLmVtZlBLAQItABQABgAIAAAAIQDo7uafpgwAAKAdAAAUAAAAAAAAAAAAAAAAAMcZAABkcnMv&#10;bWVkaWEvaW1hZ2UyLmVtZlBLBQYAAAAABwAHAL4BAACfJgAAAAA=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3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/znLjCAAAA2wAAAA8AAABkcnMvZG93bnJldi54bWxEj82KwjAUhfcDvkO4gptBU7sYajWKioKr&#10;gVFxfU2ubWlzU5pYO28/GRiY5eH8fJzVZrCN6KnzlWMF81kCglg7U3Gh4Ho5TjMQPiAbbByTgm/y&#10;sFmP3laYG/fiL+rPoRBxhH2OCsoQ2lxKr0uy6GeuJY7ew3UWQ5RdIU2HrzhuG5kmyYe0WHEklNjS&#10;viRdn582Qh78zJr39J7V18Pu85bpU19rpSbjYbsEEWgI/+G/9skoSBfw+yX+ALn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P85y4wgAAANsAAAAPAAAAAAAAAAAAAAAAAJ8C&#10;AABkcnMvZG93bnJldi54bWxQSwUGAAAAAAQABAD3AAAAjgMAAAAA&#10;">
                <v:imagedata r:id="rId3" o:title=""/>
              </v:shape>
              <v:shape id="Picture 54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K+zLvBAAAA2wAAAA8AAABkcnMvZG93bnJldi54bWxET8tqwkAU3Qv9h+EK7szEKiLRUWxpinQh&#10;Jm33l8zNAzN30sw0xr/vLIQuD+e9O4ymFQP1rrGsYBHFIIgLqxuuFHx9pvMNCOeRNbaWScGdHBz2&#10;T5MdJtreOKMh95UIIewSVFB73yVSuqImgy6yHXHgStsb9AH2ldQ93kK4aeVzHK+lwYZDQ40dvdZU&#10;XPNfo6D8ScuPS+bx5X11zVffb+cLbc5KzabjcQvC0+j/xQ/3SStYhvXhS/gBcv8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K+zLvBAAAA2wAAAA8AAAAAAAAAAAAAAAAAnwIA&#10;AGRycy9kb3ducmV2LnhtbFBLBQYAAAAABAAEAPcAAACNAwAAAAA=&#10;">
                <v:imagedata r:id="rId4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8240" behindDoc="1" locked="1" layoutInCell="1" allowOverlap="1">
          <wp:simplePos x="0" y="0"/>
          <wp:positionH relativeFrom="page">
            <wp:posOffset>2880360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27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7216" behindDoc="1" locked="1" layoutInCell="1" allowOverlap="1">
              <wp:simplePos x="0" y="0"/>
              <wp:positionH relativeFrom="page">
                <wp:posOffset>540385</wp:posOffset>
              </wp:positionH>
              <wp:positionV relativeFrom="page">
                <wp:posOffset>10031095</wp:posOffset>
              </wp:positionV>
              <wp:extent cx="6480175" cy="288290"/>
              <wp:effectExtent l="0" t="1270" r="0" b="0"/>
              <wp:wrapNone/>
              <wp:docPr id="26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19EF" w:rsidRDefault="009F19EF" w:rsidP="009F19EF">
                          <w:pPr>
                            <w:pStyle w:val="CUSTOMFooterAddress"/>
                          </w:pPr>
                          <w:r>
                            <w:t>Vascular Lab | Main Outpatients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8" type="#_x0000_t202" style="position:absolute;margin-left:42.55pt;margin-top:789.85pt;width:510.25pt;height:22.7pt;z-index:-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JwfrwIAAKsFAAAOAAAAZHJzL2Uyb0RvYy54bWysVNuOmzAQfa/Uf7D8znIpYQGFrHZDqCpt&#10;L9JuP8ABE6yCTW0nsK367x2bkOxmX6q2PFiDPT5zZuZ4ljdj16IDlYoJnmH/ysOI8lJUjO8y/PWx&#10;cGKMlCa8Iq3gNMNPVOGb1ds3y6FPaSAa0VZUIgDhKh36DDda96nrqrKhHVFXoqccDmshO6LhV+7c&#10;SpIB0LvWDTwvcgchq16KkioFu/l0iFcWv65pqT/XtaIatRkGbtqu0q5bs7qrJUl3kvQNK480yF+w&#10;6AjjEPQElRNN0F6yV1AdK6VQotZXpehcUdespDYHyMb3LrJ5aEhPbS5QHNWfyqT+H2z56fBFIlZl&#10;OIgw4qSDHj3SUaM7MSI/NPUZepWC20MPjnqEfeizzVX196L8phAX64bwHb2VUgwNJRXw881N99nV&#10;CUcZkO3wUVQQh+y1sEBjLTtTPCgHAnTo09OpN4ZLCZtRGHv+9QKjEs6COA4S2zyXpPPtXir9nooO&#10;GSPDEnpv0cnhXmnDhqSziwnGRcHa1va/5S82wHHagdhw1ZwZFradPxMv2cSbOHTCINo4oZfnzm2x&#10;Dp2oAHb5u3y9zv1fJq4fpg2rKspNmFlafvhnrTuKfBLFSVxKtKwycIaSkrvtupXoQEDahf1szeHk&#10;7Oa+pGGLALlcpOQHoXcXJE4RxddOWIQLJ7n2Ysfzk7sk8sIkzIuXKd0zTv89JTRkOFkEi0lMZ9IX&#10;uXn2e50bSTumYXi0rMtwfHIiqZHghle2tZqwdrKflcLQP5cC2j032grWaHRSqx63I6AYFW9F9QTS&#10;lQKUBfqEiQdGI+QPjAaYHhlW3/dEUozaDxzkb0bNbMjZ2M4G4SVczbDGaDLXehpJ+16yXQPI0wPj&#10;4haeSM2ses8sjg8LJoJN4ji9zMh5/m+9zjN29RsAAP//AwBQSwMEFAAGAAgAAAAhAC7mwPzhAAAA&#10;DQEAAA8AAABkcnMvZG93bnJldi54bWxMj8FOwzAQRO9I/IO1SNyonUpJ2xCnqhCckBBpOHB0Yjex&#10;Gq9D7Lbh79me6G13ZzT7ptjObmBnMwXrUUKyEMAMtl5b7CR81W9Pa2AhKtRq8Ggk/JoA2/L+rlC5&#10;9heszHkfO0YhGHIloY9xzDkPbW+cCgs/GiTt4CenIq1Tx/WkLhTuBr4UIuNOWaQPvRrNS2/a4/7k&#10;JOy+sXq1Px/NZ3WobF1vBL5nRykfH+bdM7Bo5vhvhis+oUNJTI0/oQ5skLBOE3LSPV1tVsCujkSk&#10;GbCGpmxJKi8Lftui/AMAAP//AwBQSwECLQAUAAYACAAAACEAtoM4kv4AAADhAQAAEwAAAAAAAAAA&#10;AAAAAAAAAAAAW0NvbnRlbnRfVHlwZXNdLnhtbFBLAQItABQABgAIAAAAIQA4/SH/1gAAAJQBAAAL&#10;AAAAAAAAAAAAAAAAAC8BAABfcmVscy8ucmVsc1BLAQItABQABgAIAAAAIQCPoJwfrwIAAKsFAAAO&#10;AAAAAAAAAAAAAAAAAC4CAABkcnMvZTJvRG9jLnhtbFBLAQItABQABgAIAAAAIQAu5sD84QAAAA0B&#10;AAAPAAAAAAAAAAAAAAAAAAkFAABkcnMvZG93bnJldi54bWxQSwUGAAAAAAQABADzAAAAFwYAAAAA&#10;" filled="f" stroked="f">
              <v:textbox inset="0,0,0,0">
                <w:txbxContent>
                  <w:p w:rsidR="009F19EF" w:rsidRDefault="009F19EF" w:rsidP="009F19EF">
                    <w:pPr>
                      <w:pStyle w:val="CUSTOMFooterAddress"/>
                    </w:pPr>
                    <w:r>
                      <w:t>Vascular Lab | Main Outpatients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8E3" w:rsidRDefault="00AC6484">
    <w:pPr>
      <w:pStyle w:val="Head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9264" behindDoc="1" locked="1" layoutInCell="0" allowOverlap="1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22" name="Group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4" name="Picture 5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5" name="Picture 5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5161C6C7" id="Group 49" o:spid="_x0000_s1026" style="position:absolute;margin-left:42.55pt;margin-top:45.95pt;width:510.6pt;height:80.1pt;z-index:-251657216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jiV3FhAwAAOwsAAA4AAABkcnMvZTJvRG9jLnhtbOxW227bOBB9L9B/&#10;IPSu6BLFkoXYRVaygwW6u8FePoCmKImoJBIkbSco+u+doSTn4gBZZJ+2aIDIvA5nzjkz5PWn+74j&#10;B66NkMPKiy5Cj/CByUoMzcr75++tn3nEWDpUtJMDX3kP3Hif1h8/XB9VzmPZyq7imoCRweRHtfJa&#10;a1UeBIa1vKfmQio+wGQtdU8tdHUTVJoewXrfBXEYLoKj1JXSknFjYLQcJ721s1/XnNk/6tpwS7qV&#10;B75Z99Xuu8NvsL6meaOpagWb3KDv8KKnYoBDT6ZKainZa3FmqhdMSyNre8FkH8i6Foy7GCCaKHwR&#10;za2We+ViafJjo04wAbQvcHq3Wfb74U4TUa28OPbIQHvgyB1LkiWCc1RNDmtutfpL3ekxQmh+luyL&#10;geng5Tz2m3Ex2R1/kxXYo3srHTj3te7RBIRN7h0HDycO+L0lDAYXSZYsYqCKwVwURmmcTiyxFqjE&#10;fdkVTMPsMspG/li7mXZHYRxBHG7vIoxxOqD5eK7zdfJtfa0Ey+F/whRaZ5i+rT3YZfeae5OR/l/Z&#10;6Kn+slc+0K+oFTvRCfvgpAwQoVPD4U4whBo7T+hJZnpgGk8lgAKEN68a91CMyZFDBlm0dGj4jVGQ&#10;BYAl7J+HtJbHltPK4DBi9NyK6z7zY9cJtRVdh+xhe4oYEumFEF8BbRR5Kdm+54Mds1bzDoKXg2mF&#10;Mh7ROe93HESof60iJxWQw2dj8TgUhsukr3F2E4bL+Be/uAoLPwnTjX+zTFI/DTdpEiZZVETFN9wd&#10;JfnecICBdqUSk68weubtq2kzFZgxIV1ikwN15WNUEzjkVDW7CAJDSNBXo9mfADasg7bV3LIWmzUg&#10;N43D4tOEg/kRWeTAQJK9mTdn+keIMHcuL6N0En8SjsTO4gdhaGNvuewJNgBp8NMhTQ8A9BjZvAR9&#10;HiTy7SKZA33KxTJcbrJNlvhJvNgAF2Xp32yLxF9so/SqvCyLooxmLlpRVXxAc/+dCoes7EQ1q9Ho&#10;Zld0eqRo6/6mrDePywKUxKMbM33zr1OaYwPxn9IB6PgfVomrsyrhdPA8v3+AKhH/rBJv3K5ZHEMx&#10;wEs0HWvBmL5YJ+LsEnSCl2QWuVv+dEf+LBPvKhPuaQEvNFdQptckPgGf9qH99M27/g4AAP//AwBQ&#10;SwMEFAAGAAgAAAAhAH9CMuLDAAAApQEAABkAAABkcnMvX3JlbHMvZTJvRG9jLnhtbC5yZWxzvJDL&#10;CsIwEEX3gv8QZm/TdiEipt2I4FbqBwzJtA02D5Io+vcGRLAguHM5M9xzD7Nr72ZiNwpROyugKkpg&#10;ZKVT2g4Czt1htQEWE1qFk7Mk4EER2ma52J1owpRDcdQ+skyxUcCYkt9yHuVIBmPhPNl86V0wmPIY&#10;Bu5RXnAgXpflmodPBjQzJjsqAeGoamDdw+fm32zX91rS3smrIZu+VHBtcncGYhgoCTCkNL6WdUGm&#10;B/7dofqPQ/V24LPnNk8AAAD//wMAUEsDBBQABgAIAAAAIQC5oGIh4AAAAAoBAAAPAAAAZHJzL2Rv&#10;d25yZXYueG1sTI9Ba8JAFITvhf6H5RV6q5uNRDTNi4i0PUmhWii9PZNnEszuhuyaxH/f9VSPwwwz&#10;32TrSbdi4N411iCoWQSCTWHLxlQI34f3lyUI58mU1FrDCFd2sM4fHzJKSzuaLx72vhKhxLiUEGrv&#10;u1RKV9Ssyc1sxyZ4J9tr8kH2lSx7GkO5bmUcRQupqTFhoaaOtzUX5/1FI3yMNG7m6m3YnU/b6+8h&#10;+fzZKUZ8fpo2ryA8T/4/DDf8gA55YDraiymdaBGWiQpJhJVagbj5KlrMQRwR4iRWIPNM3l/I/wAA&#10;AP//AwBQSwMEFAAGAAgAAAAhAC1HX6DFEQAAzCEAABQAAABkcnMvbWVkaWEvaW1hZ2UxLmVtZqzY&#10;eVxVVdcH8CvutdYZ7rk5pqGGM+qDIuYsTgjkgLOWU4oioqKCU5laRjmPaDjgUKaZ+WimTe+jKSJO&#10;qThPZQ4VPYmmoIFTOby/o/fCTT7vP71QX/beZ9hn7XXO2WdLEYfDMQ56FXE4hsHPyuHI9HE4HtV0&#10;OIoHOBxvLHM4TvZxOCqGdQx3OIo40is5HOk4Hoc5LPs8ePJjbyjqcLRCHzdRbe0Y7IhzDHJEOyo6&#10;ujvedIzFVaIdI1GiX3CCBiXcdZzmMKAYeH7sY4p5Gih1d/u0H2LGxU13eyVOnIzrl0TbPgfhO/yh&#10;LNj9Pvlp2+1JUQ2/7WPs7QOgPtjHB4D94ynpabPAb8/59jnNwB5DOSgGmWiMx4m9UN8Ed3HQMVwo&#10;FHmpgnrVJ8fE0zVtFGVDGT1fedRf1OPJTx9PvfVK7LEIbY/3sX8xjlsOaV4OoH4Q+w7i2HF6JHuM&#10;0aM5Xo/hWAj30hr1ltjXHMc2R0z2GILdZQuUZeHD6UWeGPjmo8c279w+O+6Xkf/enD/ulhjvVYx7&#10;Msqq7nE3M6K4thHLpSFTj+VUvTOUhAuUqe+g540dFABNjTQKN47AAS9p1M5IpU4wwsto1Mfi+LE4&#10;dqwRyfmiebQRwyOgm5dOqHcwormd0T9v3J57F44x6O4xDMb4OyP2OxjDSJRlMIYS2BZuPKJQ4w41&#10;N7KpgZFJtYwMKg8KsvTbUJKz9CD2MUK5HNSChkYLbmE04FAjgMMNfyiXd+3/T843IN4Ad7xlEec0&#10;xGnn/CuUds5bIt5Nxr/4M6MWfw5b4UvE8I1Rh/cYrfioEcYX4De4gfYNoxHU5quI8bDxIm82yvBy&#10;g+EGLTfSaTvuzWm4CUXMvVTCPEmlzNNU2jwD38N5tH+kkuZFUmZ2Hh/zDxz/Bz0y/qAH8Kdxi+4b&#10;N+m6cYV+MX6mM5AO+4z/wnXIoUPGPfrVeEyGqXM5syw0gG5c1Izl83h+dsIa3MOFyG+iEQKtoSUE&#10;Y1tTTjIaF0qOz5l4d905zkQ+d7hznOvO8UvY9r0Zxj+Y4dAW2vH3Zgc+Z0bwbjOKNyHeRIiEBmZH&#10;KAmXaYC5gxbBFthnfkenkMPT5jk6Y/4A5+ECXMT2y5Rm3s6Tat6hXeZdSoEdsB3tbdj/mXmV1poZ&#10;tBAmQBS2R5mlOMoM4jfMUF4Iq2Gz2YK3Y9u3ZiDvNOtwCqTCbrT3YHthzAW3kbMD7jkwF/l5gFxd&#10;w3NZTz19Lhti220zje6aqfQAfJ35/FCv5EyDA1CN8zXmAGcot4IIeMXZkvs7G/MQZyAPdfpDGThA&#10;+dJoOPqKg3leFqGehP6TcGySM5LzRfMiZwzPgzgvw1Ef6oyGSOiXpze2d3TGckOw4LbZFWoWSv5S&#10;nA7HKHf+ViNXLZG3dOSvjzt/lbAtxTmMdjtjaD9keMlE/Xfs+905Cl7ifK34pjOM74HDCmOyWrMG&#10;JjitNhAOg7xEs2ENwTEx/Ng5nG9jjL/DD5DiHAAtC2Ws6/AN9/5uDMAY7TlspXusVTHWZCuK51qx&#10;PBbCwc/qDCXhAoVbO2gczIFkK43WWUfggJc0Wm+l0iY45OUY6idw/Akce8KK5HzRfAxjPgRbvWxC&#10;/d9WNK+3Cn437DF4fzdGIXb7uzEPpee7sc56RGusO7TCyqb3rUyaZWXQJBgEEdZtKMkRVhAPtEJ5&#10;IsyExVYLXmk14DVWAK+z/KFwvhsPEa/n/byA/G5AnHbOf0Rpr1HqYttD5OYxcqRcqVTZiz/qNV1p&#10;cABO5qnv2kuhrh3UFyZDIvYlum7BHZrvukezYISXoajHuO5CDkW7rlJ/VwZ1h5ehBdqNcW6g6y/0&#10;r3NNlx9Eeolmf1cMVwbl5THu0UPco4e4n4Uxj2lYbHaVp2sa+/v6F3JTDxpiPpvl/r7qelcx9C5i&#10;ghMstF16d6mgj5IgfYp0g1GQoMdBV2gkI/RaEqb7SRX9ecGCFs6zQ/+CK+rLOALGwCx9Ey/VU3iZ&#10;vgtSYTekwR5eou/jmfrxPDP0EzwdpsFUeA8S9GM8Vt/Jg9BvBNSDCuivgn4WbnJD/RH31EUm6SXk&#10;I70qdIKJ8o6eLF2hGig9QW5rgyRXGwD94TXoB33lDhRGjlOQ4xB3jiPw3Nnrxo7I7QR3jjEVOlJ0&#10;S37Wr3EJ4xq3gSGGJUOMEJgorYxkKQG/It4UxJ+ih4hnPdce6yPvvtuiz57oOw5lAkq77/aGrwQZ&#10;PujDR3J0H/lR94UQGCK3MP4SRoLUh/bGEAiRYJxjr5X/yRp5NuJZ7l5LrEYf7yGOIMSx1D3WStg2&#10;21jCc43FvABWe/kY9XXYt85YDvGSb5JsRHxfwHb41nhbdsFuSDPegXch0cv72JeEYxbLNmOZfI3c&#10;bYZlMNuYB+ML5b5ewlhz3GPNxbg+xBg7Y6zH3WO11wCXjGy+bGRxBuR6uYv6fey7b+RAb8k3QQwz&#10;QV6E2tDKnCgdzHjpag6T7mY09IMczpfNPcws7gXDvIxAfZSZDTmQKPmSZIS5WIZBLy89UO9uJkEi&#10;TMsThnY9M1legFvI3yXjPXitUPL3JdZQ5H4v6mLuOY+8NUP+7H9023NPGKpJJolHIuoLTAUOyOF8&#10;2Vh/ZnESfPk329D2+Ia/Mr/i/8BBL+moHzW/gW2Qlece6h4PUH+IXD7ENR/i2vmUPEBM9+Do3wxB&#10;22OCnMZ9zICrkGW+IzchB3LRzjWnQpKXJdi3FMcslUzk/L/wA+yDL83ZMKpQcl8HE8N697MbgTxr&#10;yHkj5LwMynCU9rzRxLmeQ5xb4FvYz02cx7gOVAFftH2x3Rf7q+C4OuCZkyrhZM97EY9+DPRpvxel&#10;Uc60S2yr5Mzmys4srg6NvDRFPRj7gp05kCj5kqSpc7E0gupeKqNeyZkEiYWSl4GI3Xs+rYiY7bm6&#10;N0r7mbTzMtBpyVTnNf4aroBhWWJYITBRMpzJ8jXMhIHOiZA/V994pu+a6NOeq7ug9MzVN5y+ctrp&#10;gz58ZCm8jfbb6ONt5xBJciZge4Kcgxto38D2YMTzT+fqQKyRPPcpF/0MRhz2WJegtO+TPX8FWtlc&#10;18ri+hDmpS3q7bGvvZUDunj0sP7kUdY1ngUbYZf1APxkl5XoJUl2WotlO3zqZR3qa60kSISKXkxZ&#10;ZvnIVIiDvlYJ6Yb9Ha0auO5LEAGJXpKkLfoKg/pe6qIeiP4DcWxhfNezkb8or7XTh+78paP0rJ1u&#10;WoPkFvwBuXDbipI71mAh10Qp5UqQWtASXna9AcPgVWns6iK+rnZSxBUimVZDKAv3uajrGleERtDW&#10;dYv7uIpKX5eSfi4CBg1tXfq4DOnmKpmnq6uUdHGVlk4QAe2hLfY3c4kEunzED56Doji3qKsM1JAy&#10;rjoS4Kov7VzBEoVYolwxkIB+kqUmmHDLmi8/WWPlsjUG4iEORkKs/GIN/0c59sczZ/9dDp+CJz9v&#10;rlj7pKyG3/a7Z2+v4a7jk1Hgb5Pd8TLscM9rPXBAH4iF7/E823/v7YRzgrRlHKRFcjetGU/UXDxN&#10;O04jtWR6RRtEVbQWdEWa0dfShOZJCZojP6kZ8rGKktHqX9JH5XIb9Q13VrP5DRXNyao2aDxBXaAu&#10;ahWFqSHUTwXSOGXSeqVRhmIqTZdVMH2mWtJoFUItVAz5qw+puDpL5VUpDlWteAh6GqJWcZhK4woq&#10;i0uqAKmlBktrtULGq12yRaXJL2qvGPS7WFRBK0a9tPo0VxtBa7Qp9G9tEW3WPnlGOtq3aLVm8XSt&#10;Hg/WhsMCjHQHf6b9yf+jBclqbajM0uZKT22BvKAtlEz5j6TKNdkp1bXt0ltbIvFYD0/X/GWSdpW7&#10;40zPO+OZ5/fh2e/mfv7jkddFyG8Y7IX3wJ7nt0kdOSgs1+UOP5Ib7NJ+4nLaCfbTznFV7SLX1DK4&#10;jfaY22nVpJnWTgK0EWJp78oVmSqXZJqckelyRGbKUXld0iVK9km3vOfKE8cRxDCanv4bxhPHcdzz&#10;PYjhOXccZ2QsXZRx9CsY2utUS5tLTbTPqa12klpr96iGVpora+W4glaZy2q12KmV54dSnK+Lzofk&#10;Hm2TE7RfPqMjkkzHZBrK0fRsPk4jjmD3s2fHYc8BxWEjhLrjyJJ2yMMgmAKrOEu+4VOSxsdkLx+W&#10;/bxfDnKa7ODt8jlvkY95lSyAONT7YFtn7GvDB6QBjm2Mc5ryaQkucF86IIZGeA96IYaZYP/hfznY&#10;/65LATtvHfAGeNTmuloprqRpzPjfRyuKkRfh++LiXCnHN6Q6Z0gzPi59IR71Sdg2A/sW45hFGEUi&#10;zpmPcxPQx9C8fhuh/6eezdN05OmwO09tcZ82wHaw82XH2QHxLZYfeZnc4kQhmSG+Ml78ZYDUkGpS&#10;S+5yL8nlRZLDG+Q3/lZO8B7Zyemynr+TpbxN3uVPJIZXSAcIhFJoP8YdzKYD8gMdln20R7bQdllL&#10;n8oaWiSrqZeMoVrSiPylElWT5+gFEVLySN1kHzrPxekgN6YP4DXU63FRqsyPlZOF7lIxyqDKdJYa&#10;0xkaQydpNX1Ma2k4fvegrRRC+6kJnacgukkNyMGhFMCxNBKWof4pN6AUDqJT3JSucAjlck+6jX33&#10;eB1Vl1MUKWfpdTlHM+VXSsQzmCwWL5YqPF1e4gHSHz5E/XCB+5+I/CZ7vQ8DkVNPfjOQZ/u9XCAf&#10;0HyMfq6spynyEY1GO0pWUbispEA833VkKNWW3shKB6oqLaimNEc7mOpJU+okdSkW2ZoiEZQkA2m5&#10;vI34kgu8D36Ig7ziqI843sH1x6Dc6o7jL2T0FBehPXxJbed0tZl3qA/4c7WON6qN/Inawh+pdJ6h&#10;/uAE9bwsUE1kleoiO1U3yYDrqrvkqp7yULWRB6ou7pifUIE4xuBZ83XH4XkfluL6L7nzYr8P/bg2&#10;BYM/v0DluRgVY418cKcJd1r4L6XzHfU8X1CBiDHiif0on+qItsdw1N/DcQv4rlqI85Jw/hL0Mwv9&#10;vYV+x7BvgfjOIrZLWDPY7+tk2IXY7Dw9AjtPZbFtHznoAypOE0lRLD1S/eiB6ghtoQ20pIeqFd1W&#10;rekG/IZtqao3rVaTaSG+Nu+q/TRL/UJr1FX6VN3E1+gufYF6irpER/AluqSefUeHI6YYd87smOx3&#10;dAecBPsZsmMaRlOpG63Ak72S/GkVvYCn30mfkEkfkY5tGi1DpJMR8QDs60A1KJia4uiO0BP6U0OK&#10;wfsRS80oHvvGU3OKw3Gx1BtvUEyBPAni8ay3PDGNxj20Y7LnDTsmjQbgO9lHTOopZamvVEe7Pt6k&#10;rjQQT/QEGUaLZTitlZG0FV+EFImjXWjvlmhKk/aULrVpH87b+jdFaSWesCmYE6IKfHsmIKZ7eM7t&#10;excPqYhlLWKx790ZlKWxbSW+23vpgZymF7WLFKRdxRfnPnXUcqibdgOrjivUVztM47V1NFlLoFFa&#10;fxqgtaVWWjj5amFUXAslTQuhx9KDimgx9Egm0L0CcezGM+6n5cfRANe24xgHp91xnOQHch9ftApy&#10;X+qKQwsTH603yldF016R56CM1kOaay3kNa2cxGr3sDo6yeO0r7mP9jn31D7lztpq7qBt5pbaNnwz&#10;duMr/uxzUwW52OWVj0hc237fPXO7nY+a8oUEyMdSWxZjdfCmhMkg/DdQ4iVS3pbXZI68KvOkr8xH&#10;O1GiJVnekfdlFfZ9IcPkgERgRRAke9BHGr4KqVJFdhXIxyG8T3O84ojD/bD/Xbsa5VR3PtLUbPlW&#10;zZIvYR5WeSPVaOmvOkkXVUteUUriVCaPVz/zJHWep6hTPAf15eo6ZqZcPor9l7BOO4HZ6BBWh9+p&#10;N1DOKRDHScSxEc+I5/mw4zgBdhyetclldYyO4o3chJkmWT3Hs1R5fksFYFVZjccpPx6lfLmnekid&#10;1DmsLr+iWLWQZquJtEVNoG2Qpl6nw2ocHVQzKF0l00m1scC7sxdxpLq/ufZzOhPXt9cm9nvdxp2P&#10;DeorXH8FvAWRvEG9zHtVU/5ONcas1pBPqPp8VrXmi5jtrqhe/KcaBfNRX4ttm/kMZvDj6gCO3Ydz&#10;0nBuat63KRjXxOP5f/5NsQb2OQGh5K3v7bW+C0qB/VMM7Pr/CgAAAP//AwBQSwMEFAAGAAgAAAAh&#10;AOju5p+mDAAAoB0AABQAAABkcnMvbWVkaWEvaW1hZ2UyLmVtZpTZD3RU1Z3A8TeZ92bezBsgAU9x&#10;+RsNI9lVKkp7KqhbVKpUaHu2WovFFlyVXduDrivdIwrBPwf/FqkibVcQ6REbSBBQ0FIIISyJoKAB&#10;jIQQBKKSECQYKkUyvyuz35s3d95k5Jyezjkffr835829v999d97MhJBlWTNwA9q+Sqe/YZOk0+lK&#10;17Lur06n18yxrJrD6XTx935wvWWFrKWDLeslTtGn9cIkdD/0E2HLGhuyrE7Sa6w7rXutf7fusoqt&#10;m6yZ1v3Mcpc1nWhZRUiAKay+mZyXWXEUwjz0OYXmgBjLHN9woWW1cOBljqeTTGDufhzr1xRgOM6H&#10;Hlc/aKk7JvlXn6Ofn4JvQZ9/CfTDRMc//Nq/5vX6NZNxBYSDz1m7XqzB5LPptB5bv14bliiUL1xt&#10;V9ewhFYo56qT8v3H3Wu7o5lHP18KU/OV5HrdBqIQd7AOHSqdnkS+EsW8oIEaxhJTxGE8NzPWoQIv&#10;kn/dMs4xNpMHysh9FcTAbnLfCqIxh3OMO8gDHeS+q6kpt4d9eT3ckOlhWk4PJ3htoIrcNzBepQId&#10;5L7LiIEyct9AYqCS3HciVsmYRhm5bx8x0EHuy+/hKTbvwznXYTq1f8D6P06UzHV4JD5bPRCfpe7F&#10;ZIyPz8USbFUz4xtQjyY1PX5Q3YXbcFO8WU2MN6rvxz/Lujl+Qv0s/rmahtn4bbwV72G5mhJfg5fw&#10;nLo7Pk/dhwfwcHy+eiL+vHoq/nBWfg9H6MHspVlco99lrsObmetwPs8p1jUwn9w3yJuvAmXkvjrW&#10;OzCf3HeEGOgg9+XXNID3tqlpKfOvpZaPWM/aTE0X8NylXocK1JMbW8lfU9dgHMZ7q9SN3mq8mDXe&#10;+191PcbhO/im9yc1gvN6WsSxbwAx0EHuy6/7FepelNkP66lxG/UepO6PiXo/6PvTs4wV2EpuvK+e&#10;9g6qhzC9227iNizK+il5oJ7caFFTvc/V/ZiDJ71jjPuxmt9DB8e+V4iBReS+/H6O08/inP3dmrkO&#10;kulH32eOsK4HWcMGbMU67494A7tUk1eHD/GR2uUdUjtQi00cv+XtV296x7OqvBOqjtrfw0F0em1o&#10;wFvqXW8z3kCl2u2tUI04hE+9CnXMW6mOe4uz8nuIchNtyPRwgHoVte/lWhRx39bXZCTPRRNHVGHi&#10;c3UBSjEicUJdluhQIxMHsr6ZOKguxnAMxeDEPuxGRdZI8sAict9gYuAxcl808bQKLCL3fcn1CFSQ&#10;+6KMH2gg95mer6IXfY/9V+j37cuPh7rdPvNsWuvHcyzHOT8rebr7YT6D9OdZKfT5LJl1JfTYA1GI&#10;TiQz63on+Y8wh/X8b+J6Yl/iTaGkCnjkvr7EQJn0Dfk6rTIJJFUnM2imPzP3LIprFv/zbyzzlOEF&#10;5nye+DJRf2eYHdohj4eq5Q+owBuhnbI21CyzcuSPu51x7UxPsxhjBn7DeIuJfyHqNa2i9tWhIvUy&#10;nsHskKNmhU7K7h7eltpQufwe/4Wfh2pxFEXq16FStQSrUcX6bA8NgZ2VX1OE7xlmnQ8w/xLMo5Yj&#10;RL3OI4kXFySVcX3BNjmX2znHeILceK2gQoxnyY0ZBY46l1s5x/gWuTGQ840B5EY6VCHGR+RGhBqM&#10;/J635PQ8kf6OQfd8mqh7ThBbeH2gQlqoRdvSQ1Jt4TztXHMsyOwhM8dDmTmeyM6xgDGNGeS+LcTA&#10;AnJf/hw/5I1TmZljJTWfhd5Pg9lnej/p++e48AoZEy6Xi9EXUvAG3kNKRoXbEVKjwr3UReEiNQR9&#10;4XJ8tsBVqqAkyw1fpM4Ll6piXImbw4Nh4QMZFD6Mndgiw8PVcimuxLXhGpkYrpUfhiuz8nvQ32nM&#10;/ltPvcOo/UFqn0DU10J/ps0LJ1WgXeZRt69JnmeOClRjc7gBnyCpjEPkgUY5FDY2yh7W400sw+/C&#10;q+TZ8AbGzXUfx77pxEBSTWdcLb+fCPf9nZlrcoDaf0wf+prMzFyTkTxXZNfKULtaLsF3Md6uQ5N8&#10;J8c/k/+TvV962YclZLfKmfBJhNWZ8EDVyy5VJbgc19rF6vt2P3VjD/05Hqom2En1nzn+wx6kpnHe&#10;NDsOC1/KNPszNOd4S26xy2UkStDXrhDHXiMRe2dWfs/96TmUua9Nor/b6PUVer6H+DqxD8/1t0/Q&#10;73EZg/E9nJYb7LRca0fU1XZCfdsuUhejGP057m+HvrbGc5nP7JkEczwCvcabiXrPXMV8r9J3oF1e&#10;tY0mWW7XyCbUd9tFPICkMjrJA+3SyWt9TfJXXuM6NTKg2y7iASSVMYY80ChjHKNKLnfKpR9snLJX&#10;yXF7k7Tar0kT67wdVXjNXimv2BvzVHDsm0sMJNVcatXyr8kyfijm7sMDmTUq4N6n7w0jWaPVTq1U&#10;OdXyLj5Cq1OHJmnIsY38z85+qXQOyxKnVRY6JxFWC52BqtIpVVtQj0NOsWpz+vVw1OmvjjpDVTtr&#10;4kQCdmSQsiP9EFfhCF+ZIl9KOPIZmnO8JadYp/dRg9UO/TtrZJmzMyu/53X0nLsPW+lZ78MzRLMP&#10;1zkn6Pe47ENrD6flUycth5yI2u8k1B6nSL2DTVjH8Trn6/uwJBLsQ33v8lhbvQ8vJ5p713X0HWiX&#10;6yJGk4yP1MgUzOjWQPwESWW8QB5olBcixkZ5MlIuv8TPMDGyUq6NbJBreqjg2FdCDCRVCeNq+etX&#10;Tz9tOZ9Z4+hjIf1MIq4hJuixPrJXPqTeYziLaHQv2tAlVrSPOhbpoz5EfeSM1EfaJH8ONxqs2VLG&#10;G83Y+n5/B1Hvywt4bng0qQL3yfCoL0oMrCf3RYjGV6zFSdakBRuxKlKHNsTUxkipakEnzkZKVDTa&#10;X7k9JDn25dfdz7WsRzNrU0uNj1BvGfWuzdT9Lzxnu7Plb9GHpAUr8Hh0ERrQS1VGmRtfIOIOU+e7&#10;Q1EnRkO0TgKHyX1niAFPnYn6/sqYn0V7M2ZvVY0V0VPMuQdrpDq6UI7gC9juH6TQXSL93Eez8nsb&#10;TW/mfrqUPjbRk97HjUS9j/U1udVNqsAZudU1Wsnr5H7MxBz3bXnU3Y7lWWVuuTyEB3AnfupukFs4&#10;7yc9VHDsG00MJNVo5tby615O3bnf0z+mXv09/TTRfE9f4e6QtW611KERB92dcshtluU58sc9xbi5&#10;39P3ZdZD/1Ax39OPup5qdovUDvwZK1xHLXdPylc9vC2d9LsVi/GUW4ujKFJ/dEvVu2hGO72dcofA&#10;zsqvaQQ/OnJ77U0tutcLiabXS2M75IpYtdyI23BHbKfcGWuWETnyx32QcXN7tRlPX/tLcnq9J+ap&#10;qbEi9W+4GpfGHDUidlIe6+Ft+Z9YuYzHhegTq8VRFKmLYqXqR7gd98SS6sHYENhZ+TUtpiazH9ez&#10;90ZlappMNPfVKsYJtEtVzGiSLbEaaUJHtwbiJ0gqo3c8qQKN0jtubJRQvFw+pf4PUBdbKRtjG/JU&#10;cOxbTAwk1WLm0PL7mcDfwEw/+jvhVPrQvzf+lOlnJM/dS03G0/Ftci6vco6xg9w4Ga8QYw+5sT7u&#10;qHN5iXOMB8iNKZxv/ILcuI5zjAvIjQnUYOT37PC3HdPzRPpbmel5faZn/VmS9JIqUCFJz+cQA3xv&#10;4DztXHPk/sbSc+jfWHoO8xsr6S1gXGMGuc8hBhaQ+/LneJE+zG+sF6h5M2Pr98chor4XDOG557zl&#10;8qTHPQ4347veVrQhoW7yStUsPIUF3nC12BumFnmxrIWc84zXRz2KX2Gqd1am8tqp3i6Z7tXII3gG&#10;z3n/J7/3auVFrzIrv9bXc9Zcv2+OUKP+bE3YwftmN+sYaJfdntEke5nnBAoSNRJONOATJJVRQh5o&#10;lJKEsVG+kSiXLno/iv3eKtnjbWDsXPdx7HudGEiq16lJM/1cRe3cgv+hvzPRqv/4B/+vYxQbcVDO&#10;d54vudd38P8ufVmzKXrtGHVUYnuX0eZu7woMkjbXNyoxSAzTh/l70hje/+1dwf+npJnjDHPcTdE3&#10;M8cwXXlcUsaymKSMX8WuThm/JDfGcY5x1pWUMTrW3mUsJDfei5WnjPfJjb9xjjEm3t5l5Pcwlr2V&#10;28MvqF33sCWnh6gnKWMT/Rh743NTRhm5MY1zjEHkxk+ow3iZ3Hg6/uOU0UJunOYcY6zX3mXk93Ae&#10;F7Mz5zro/4M4TQ9RrvUtmetQkBieMk55xanD3oBUHZbjt95QfBuTU+L9AEtxPPWml079GpNwhdeV&#10;KvZOpi7z/pI11tua+rn3Due8k/oN1nh1WIHZqe958zAWXV2PeZ92bUYLQomjXeclOrtMD3/vPVHK&#10;FtJ7la3V4++qvTk+D/pRCJ3/PwAAAP//AwBQSwECLQAUAAYACAAAACEApuZR+wwBAAAVAgAAEwAA&#10;AAAAAAAAAAAAAAAAAAAAW0NvbnRlbnRfVHlwZXNdLnhtbFBLAQItABQABgAIAAAAIQA4/SH/1gAA&#10;AJQBAAALAAAAAAAAAAAAAAAAAD0BAABfcmVscy8ucmVsc1BLAQItABQABgAIAAAAIQAI4ldxYQMA&#10;ADsLAAAOAAAAAAAAAAAAAAAAADwCAABkcnMvZTJvRG9jLnhtbFBLAQItABQABgAIAAAAIQB/QjLi&#10;wwAAAKUBAAAZAAAAAAAAAAAAAAAAAMkFAABkcnMvX3JlbHMvZTJvRG9jLnhtbC5yZWxzUEsBAi0A&#10;FAAGAAgAAAAhALmgYiHgAAAACgEAAA8AAAAAAAAAAAAAAAAAwwYAAGRycy9kb3ducmV2LnhtbFBL&#10;AQItABQABgAIAAAAIQAtR1+gxREAAMwhAAAUAAAAAAAAAAAAAAAAANAHAABkcnMvbWVkaWEvaW1h&#10;Z2UxLmVtZlBLAQItABQABgAIAAAAIQDo7uafpgwAAKAdAAAUAAAAAAAAAAAAAAAAAMcZAABkcnMv&#10;bWVkaWEvaW1hZ2UyLmVtZlBLBQYAAAAABwAHAL4BAACfJgAAAAA=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0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HyMybCAAAA2wAAAA8AAABkcnMvZG93bnJldi54bWxEj19rwjAUxd8Fv0O4A19kppYhpRplygY+&#10;DaZlz9fk2pY2N6WJtX77ZTDw8XD+/Dib3WhbMVDva8cKlosEBLF2puZSQXH+fM1A+IBssHVMCh7k&#10;YbedTjaYG3fnbxpOoRRxhH2OCqoQulxKryuy6BeuI47e1fUWQ5R9KU2P9zhuW5kmyUparDkSKuzo&#10;UJFuTjcbIVe+Ze08vWRN8bH/+sn0cWi0UrOX8X0NItAYnuH/9tEoSN/g70v8AXL7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h8jMmwgAAANsAAAAPAAAAAAAAAAAAAAAAAJ8C&#10;AABkcnMvZG93bnJldi54bWxQSwUGAAAAAAQABAD3AAAAjgMAAAAA&#10;">
                <v:imagedata r:id="rId3" o:title=""/>
              </v:shape>
              <v:shape id="Picture 51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cQ+f7DAAAA2wAAAA8AAABkcnMvZG93bnJldi54bWxEj0+LwjAUxO8LfofwBG9rqugi1Sgqq4gH&#10;0ar3R/P6B5uXbhO1fnuzsLDHYWZ+w8wWranEgxpXWlYw6EcgiFOrS84VXM6bzwkI55E1VpZJwYsc&#10;LOadjxnG2j75RI/E5yJA2MWooPC+jqV0aUEGXd/WxMHLbGPQB9nkUjf4DHBTyWEUfUmDJYeFAmta&#10;F5TekrtRkP1ssv3x5HG1Hd2S0fX7cKTJQalet11OQXhq/X/4r73TCoZj+P0SfoCcv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xD5/sMAAADbAAAADwAAAAAAAAAAAAAAAACf&#10;AgAAZHJzL2Rvd25yZXYueG1sUEsFBgAAAAAEAAQA9wAAAI8DAAAAAA==&#10;">
                <v:imagedata r:id="rId4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2096" behindDoc="0" locked="1" layoutInCell="1" allowOverlap="1">
          <wp:simplePos x="0" y="0"/>
          <wp:positionH relativeFrom="page">
            <wp:posOffset>638810</wp:posOffset>
          </wp:positionH>
          <wp:positionV relativeFrom="page">
            <wp:posOffset>3342640</wp:posOffset>
          </wp:positionV>
          <wp:extent cx="6184900" cy="2896870"/>
          <wp:effectExtent l="0" t="0" r="6350" b="0"/>
          <wp:wrapNone/>
          <wp:docPr id="23" name="Picture 23" descr="8B CAROTID ARTERY AND STENT revised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8B CAROTID ARTERY AND STENT revised"/>
                  <pic:cNvPicPr preferRelativeResize="0">
                    <a:picLocks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044" b="23550"/>
                  <a:stretch>
                    <a:fillRect/>
                  </a:stretch>
                </pic:blipFill>
                <pic:spPr bwMode="auto">
                  <a:xfrm>
                    <a:off x="0" y="0"/>
                    <a:ext cx="6184900" cy="2896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6192" behindDoc="1" locked="1" layoutInCell="1" allowOverlap="1">
              <wp:simplePos x="0" y="0"/>
              <wp:positionH relativeFrom="page">
                <wp:posOffset>539750</wp:posOffset>
              </wp:positionH>
              <wp:positionV relativeFrom="page">
                <wp:posOffset>10029825</wp:posOffset>
              </wp:positionV>
              <wp:extent cx="6480175" cy="288290"/>
              <wp:effectExtent l="0" t="0" r="0" b="0"/>
              <wp:wrapNone/>
              <wp:docPr id="2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4909" w:rsidRDefault="005D4909" w:rsidP="002E04BC">
                          <w:pPr>
                            <w:pStyle w:val="CUSTOMFooterAddress"/>
                          </w:pPr>
                          <w:r>
                            <w:t>Vascular Lab | Main Outpatients</w:t>
                          </w:r>
                          <w:r w:rsidR="00226007">
                            <w:t xml:space="preserve">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42.5pt;margin-top:789.75pt;width:510.25pt;height:22.7pt;z-index:-25166028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DHwsQIAALEFAAAOAAAAZHJzL2Uyb0RvYy54bWysVNtunDAQfa/Uf7D8TriU3QAKGyXLUlVK&#10;L1LSD/Aas1gFm9rehTTqv3dswmaTqFLVlgc0tsfHc2bOzMXl2LXowJTmUuQ4PAswYoLKiotdjr/e&#10;lV6CkTZEVKSVguX4nml8uXr75mLoMxbJRrYVUwhAhM6GPseNMX3m+5o2rCP6TPZMwGEtVUcMLNXO&#10;rxQZAL1r/SgIlv4gVdUrSZnWsFtMh3jl8OuaUfO5rjUzqM0xxGbcX7n/1v791QXJdor0DaePYZC/&#10;iKIjXMCjR6iCGIL2ir+C6jhVUsvanFHZ+bKuOWWOA7AJgxdsbhvSM8cFkqP7Y5r0/4Olnw5fFOJV&#10;jqMQI0E6qNEdGw26liMKbXqGXmfgdduDnxlhG8rsqOr+RtJvGgm5bojYsSul5NAwUkF47qZ/cnXC&#10;0RZkO3yUFTxD9kY6oLFWnc0dZAMBOpTp/lgaGwqFzWWcBOH5AiMKZ1GSRKmrnU+y+XavtHnPZIes&#10;kWMFpXfo5HCjDfAA19nFPiZkydvWlb8VzzbAcdqBt+GqPbNRuGo+pEG6STZJ7MXRcuPFQVF4V+U6&#10;9pYlRFe8K9brIvxp3w3jrOFVxYR9ZlZWGP9Z5R41PmniqC0tW15ZOBuSVrvtulXoQEDZpftstSD4&#10;Ezf/eRjuGLi8oBRGcXAdpV65TM69uIwXXnoeJF4QptfpMojTuCifU7rhgv07JTTkOF1Ei0lMv+UW&#10;uO81N5J13MDsaHmX4+ToRDIrwY2oXGkN4e1kn6TChv+UCsjYXGgnWKvRSa1m3I6uNY59sJXVPShY&#10;SRAYyBTmHhiNVD8wGmCG5Fh/3xPFMGo/COgCO3BmQ83GdjaIoHA1xwajyVybaTDte8V3DSBPfSbk&#10;FXRKzZ2IbUtNUQADu4C54Lg8zjA7eE7Xzutp0q5+AQAA//8DAFBLAwQUAAYACAAAACEAwJNEJ+EA&#10;AAANAQAADwAAAGRycy9kb3ducmV2LnhtbEyPwU7DMBBE70j8g7VI3KjdioQmxKkqBCckRBoOHJ3Y&#10;TazG6xC7bfh7tid6m90dzb4pNrMb2MlMwXqUsFwIYAZbry12Er7qt4c1sBAVajV4NBJ+TYBNeXtT&#10;qFz7M1bmtIsdoxAMuZLQxzjmnIe2N06FhR8N0m3vJ6cijVPH9aTOFO4GvhIi5U5ZpA+9Gs1Lb9rD&#10;7ugkbL+xerU/H81nta9sXWcC39ODlPd38/YZWDRz/DfDBZ/QoSSmxh9RBzZIWCdUJdI+ecoSYBfH&#10;UiSkGlLp6jEDXhb8ukX5BwAA//8DAFBLAQItABQABgAIAAAAIQC2gziS/gAAAOEBAAATAAAAAAAA&#10;AAAAAAAAAAAAAABbQ29udGVudF9UeXBlc10ueG1sUEsBAi0AFAAGAAgAAAAhADj9If/WAAAAlAEA&#10;AAsAAAAAAAAAAAAAAAAALwEAAF9yZWxzLy5yZWxzUEsBAi0AFAAGAAgAAAAhAA8gMfCxAgAAsQUA&#10;AA4AAAAAAAAAAAAAAAAALgIAAGRycy9lMm9Eb2MueG1sUEsBAi0AFAAGAAgAAAAhAMCTRCfhAAAA&#10;DQEAAA8AAAAAAAAAAAAAAAAACwUAAGRycy9kb3ducmV2LnhtbFBLBQYAAAAABAAEAPMAAAAZBgAA&#10;AAA=&#10;" filled="f" stroked="f">
              <v:textbox inset="0,0,0,0">
                <w:txbxContent>
                  <w:p w:rsidR="005D4909" w:rsidRDefault="005D4909" w:rsidP="002E04BC">
                    <w:pPr>
                      <w:pStyle w:val="CUSTOMFooterAddress"/>
                    </w:pPr>
                    <w:r>
                      <w:t>Vascular Lab | Main Outpatients</w:t>
                    </w:r>
                    <w:r w:rsidR="00226007">
                      <w:t xml:space="preserve">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8193">
      <o:colormru v:ext="edit" colors="#ddd,silver,#b2b2b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484"/>
    <w:rsid w:val="00030ECC"/>
    <w:rsid w:val="00033B0B"/>
    <w:rsid w:val="00053552"/>
    <w:rsid w:val="0006170F"/>
    <w:rsid w:val="00075B57"/>
    <w:rsid w:val="00094718"/>
    <w:rsid w:val="00096BBB"/>
    <w:rsid w:val="000A3268"/>
    <w:rsid w:val="000B1F8C"/>
    <w:rsid w:val="000C302A"/>
    <w:rsid w:val="000D03AD"/>
    <w:rsid w:val="0014708E"/>
    <w:rsid w:val="00156E8E"/>
    <w:rsid w:val="00170A95"/>
    <w:rsid w:val="00186F8F"/>
    <w:rsid w:val="001A7AF4"/>
    <w:rsid w:val="001C2A3A"/>
    <w:rsid w:val="001C3912"/>
    <w:rsid w:val="002026FB"/>
    <w:rsid w:val="00210977"/>
    <w:rsid w:val="00226007"/>
    <w:rsid w:val="00233A5B"/>
    <w:rsid w:val="00244F78"/>
    <w:rsid w:val="002739C8"/>
    <w:rsid w:val="0027694C"/>
    <w:rsid w:val="002867C0"/>
    <w:rsid w:val="002932DD"/>
    <w:rsid w:val="002D613D"/>
    <w:rsid w:val="002D7122"/>
    <w:rsid w:val="002E04BC"/>
    <w:rsid w:val="002F5484"/>
    <w:rsid w:val="00324212"/>
    <w:rsid w:val="00382C7D"/>
    <w:rsid w:val="003909B4"/>
    <w:rsid w:val="003A6622"/>
    <w:rsid w:val="00424B6F"/>
    <w:rsid w:val="004677DC"/>
    <w:rsid w:val="00477D62"/>
    <w:rsid w:val="00485A5D"/>
    <w:rsid w:val="004C122B"/>
    <w:rsid w:val="004E3E95"/>
    <w:rsid w:val="00525F48"/>
    <w:rsid w:val="00543410"/>
    <w:rsid w:val="00543DEF"/>
    <w:rsid w:val="005606F1"/>
    <w:rsid w:val="005630D9"/>
    <w:rsid w:val="005748E3"/>
    <w:rsid w:val="00587057"/>
    <w:rsid w:val="005947E5"/>
    <w:rsid w:val="00596D0F"/>
    <w:rsid w:val="00596EC0"/>
    <w:rsid w:val="005C197D"/>
    <w:rsid w:val="005D4909"/>
    <w:rsid w:val="005E594C"/>
    <w:rsid w:val="00624106"/>
    <w:rsid w:val="00632733"/>
    <w:rsid w:val="00643378"/>
    <w:rsid w:val="00644C5F"/>
    <w:rsid w:val="0067732A"/>
    <w:rsid w:val="00696B5A"/>
    <w:rsid w:val="006F0FED"/>
    <w:rsid w:val="007102C1"/>
    <w:rsid w:val="00804042"/>
    <w:rsid w:val="00813362"/>
    <w:rsid w:val="008262F7"/>
    <w:rsid w:val="00880184"/>
    <w:rsid w:val="0088193C"/>
    <w:rsid w:val="00893153"/>
    <w:rsid w:val="008B3BF4"/>
    <w:rsid w:val="008C4F7F"/>
    <w:rsid w:val="00924EB0"/>
    <w:rsid w:val="009350DF"/>
    <w:rsid w:val="00942505"/>
    <w:rsid w:val="00943CA7"/>
    <w:rsid w:val="00945DD7"/>
    <w:rsid w:val="009540D3"/>
    <w:rsid w:val="00961297"/>
    <w:rsid w:val="009A0ECB"/>
    <w:rsid w:val="009A3EEC"/>
    <w:rsid w:val="009C12E1"/>
    <w:rsid w:val="009D4370"/>
    <w:rsid w:val="009E0202"/>
    <w:rsid w:val="009F19EF"/>
    <w:rsid w:val="009F70D4"/>
    <w:rsid w:val="00A04256"/>
    <w:rsid w:val="00A43026"/>
    <w:rsid w:val="00A46516"/>
    <w:rsid w:val="00A62728"/>
    <w:rsid w:val="00A90F95"/>
    <w:rsid w:val="00AA2AD4"/>
    <w:rsid w:val="00AB7058"/>
    <w:rsid w:val="00AC6484"/>
    <w:rsid w:val="00AF038E"/>
    <w:rsid w:val="00B35F22"/>
    <w:rsid w:val="00B415C1"/>
    <w:rsid w:val="00B734E8"/>
    <w:rsid w:val="00B87660"/>
    <w:rsid w:val="00C157F3"/>
    <w:rsid w:val="00C64AE2"/>
    <w:rsid w:val="00CB3119"/>
    <w:rsid w:val="00CC6795"/>
    <w:rsid w:val="00CE6813"/>
    <w:rsid w:val="00D065FF"/>
    <w:rsid w:val="00D35CC3"/>
    <w:rsid w:val="00D94904"/>
    <w:rsid w:val="00DC01AB"/>
    <w:rsid w:val="00DC5770"/>
    <w:rsid w:val="00DD0B20"/>
    <w:rsid w:val="00E32912"/>
    <w:rsid w:val="00E339E8"/>
    <w:rsid w:val="00E4100D"/>
    <w:rsid w:val="00E463E3"/>
    <w:rsid w:val="00ED45C7"/>
    <w:rsid w:val="00EE5554"/>
    <w:rsid w:val="00EF68DA"/>
    <w:rsid w:val="00F028B5"/>
    <w:rsid w:val="00F02F77"/>
    <w:rsid w:val="00F071E8"/>
    <w:rsid w:val="00F16C76"/>
    <w:rsid w:val="00F26EC5"/>
    <w:rsid w:val="00F304AB"/>
    <w:rsid w:val="00F3457B"/>
    <w:rsid w:val="00F3756B"/>
    <w:rsid w:val="00F97841"/>
    <w:rsid w:val="00FB6C7C"/>
    <w:rsid w:val="00FB73E0"/>
    <w:rsid w:val="00FE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o:colormru v:ext="edit" colors="#ddd,silver,#b2b2b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4BC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C157F3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4BC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C157F3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5.emf"/><Relationship Id="rId4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6.pn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388299C8</Template>
  <TotalTime>20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Lewisham Hospital</Company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Apurba Daha</dc:creator>
  <cp:lastModifiedBy>Daniel Sims</cp:lastModifiedBy>
  <cp:revision>4</cp:revision>
  <cp:lastPrinted>2019-08-30T12:44:00Z</cp:lastPrinted>
  <dcterms:created xsi:type="dcterms:W3CDTF">2019-06-04T13:36:00Z</dcterms:created>
  <dcterms:modified xsi:type="dcterms:W3CDTF">2019-10-15T13:40:00Z</dcterms:modified>
</cp:coreProperties>
</file>